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4B4FFA" w:rsidRPr="00A45D72">
        <w:rPr>
          <w:rFonts w:ascii="Arial" w:hAnsi="Arial" w:cs="Arial"/>
          <w:b/>
          <w:sz w:val="20"/>
          <w:szCs w:val="20"/>
        </w:rPr>
        <w:t>kvalifikace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4A0AE7" w:rsidRDefault="004A0AE7" w:rsidP="00C7747A">
      <w:pPr>
        <w:tabs>
          <w:tab w:val="left" w:pos="4111"/>
        </w:tabs>
        <w:spacing w:before="120"/>
        <w:jc w:val="center"/>
        <w:rPr>
          <w:b/>
          <w:sz w:val="26"/>
          <w:szCs w:val="26"/>
        </w:rPr>
      </w:pPr>
    </w:p>
    <w:p w:rsidR="00C7747A" w:rsidRPr="00C7747A" w:rsidRDefault="00C7747A" w:rsidP="00C7747A">
      <w:pPr>
        <w:tabs>
          <w:tab w:val="left" w:pos="4111"/>
        </w:tabs>
        <w:spacing w:before="120"/>
        <w:jc w:val="center"/>
        <w:rPr>
          <w:b/>
          <w:sz w:val="26"/>
          <w:szCs w:val="26"/>
        </w:rPr>
      </w:pPr>
      <w:r w:rsidRPr="00C7747A">
        <w:rPr>
          <w:b/>
          <w:sz w:val="26"/>
          <w:szCs w:val="26"/>
        </w:rPr>
        <w:t xml:space="preserve">Lanškroun, ul. Na </w:t>
      </w:r>
      <w:r w:rsidR="001F739D">
        <w:rPr>
          <w:b/>
          <w:sz w:val="26"/>
          <w:szCs w:val="26"/>
        </w:rPr>
        <w:t>Větru – projektová dokumentace</w:t>
      </w:r>
    </w:p>
    <w:p w:rsidR="00C7747A" w:rsidRDefault="00C7747A" w:rsidP="00E911C9">
      <w:pPr>
        <w:tabs>
          <w:tab w:val="left" w:pos="4111"/>
        </w:tabs>
        <w:spacing w:before="120"/>
        <w:jc w:val="both"/>
        <w:rPr>
          <w:b/>
          <w:sz w:val="28"/>
          <w:szCs w:val="28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Obchodní název </w:t>
      </w:r>
      <w:r w:rsidR="00E93D4D">
        <w:rPr>
          <w:rFonts w:ascii="Arial" w:hAnsi="Arial" w:cs="Arial"/>
          <w:sz w:val="20"/>
          <w:szCs w:val="20"/>
        </w:rPr>
        <w:t>dodavatele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4A0AE7">
        <w:rPr>
          <w:rFonts w:ascii="Arial" w:hAnsi="Arial" w:cs="Arial"/>
          <w:sz w:val="20"/>
          <w:szCs w:val="20"/>
        </w:rPr>
        <w:t>…..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jménem či za </w:t>
      </w:r>
      <w:r w:rsidR="00E93D4D">
        <w:rPr>
          <w:rFonts w:ascii="Arial" w:hAnsi="Arial" w:cs="Arial"/>
          <w:sz w:val="20"/>
          <w:szCs w:val="20"/>
        </w:rPr>
        <w:t>dodavatele</w:t>
      </w:r>
      <w:r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D221A1">
      <w:pPr>
        <w:pStyle w:val="Zkladntextodsazen31"/>
        <w:numPr>
          <w:ilvl w:val="0"/>
          <w:numId w:val="4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 w:rsidDel="00FC0113">
        <w:rPr>
          <w:rFonts w:ascii="Arial" w:hAnsi="Arial" w:cs="Arial"/>
          <w:sz w:val="20"/>
          <w:szCs w:val="20"/>
        </w:rPr>
        <w:t xml:space="preserve">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A45D72" w:rsidRDefault="00A45D72" w:rsidP="00D221A1">
      <w:pPr>
        <w:pStyle w:val="Zkladntextodsazen31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Prohlašuji, že dodavatel splňuje požadavky na profesní </w:t>
      </w:r>
      <w:r w:rsidR="000414AC">
        <w:rPr>
          <w:rFonts w:ascii="Arial" w:hAnsi="Arial" w:cs="Arial"/>
          <w:sz w:val="20"/>
          <w:szCs w:val="20"/>
        </w:rPr>
        <w:t>způsobilost dle § 77</w:t>
      </w:r>
      <w:r w:rsidR="00D221A1">
        <w:rPr>
          <w:rFonts w:ascii="Arial" w:hAnsi="Arial" w:cs="Arial"/>
          <w:sz w:val="20"/>
          <w:szCs w:val="20"/>
        </w:rPr>
        <w:t xml:space="preserve"> </w:t>
      </w:r>
      <w:r w:rsidR="000414A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ZVZ</w:t>
      </w:r>
      <w:r w:rsidR="00E911C9">
        <w:rPr>
          <w:rFonts w:ascii="Arial" w:hAnsi="Arial" w:cs="Arial"/>
          <w:sz w:val="20"/>
          <w:szCs w:val="20"/>
        </w:rPr>
        <w:t xml:space="preserve"> a dle úpravy uvedené </w:t>
      </w:r>
      <w:r w:rsidR="000414AC">
        <w:rPr>
          <w:rFonts w:ascii="Arial" w:hAnsi="Arial" w:cs="Arial"/>
          <w:sz w:val="20"/>
          <w:szCs w:val="20"/>
        </w:rPr>
        <w:t>v zadávací dokumentaci</w:t>
      </w:r>
      <w:r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531" w:rsidRDefault="00840531" w:rsidP="00AF0076">
      <w:r>
        <w:separator/>
      </w:r>
    </w:p>
  </w:endnote>
  <w:endnote w:type="continuationSeparator" w:id="0">
    <w:p w:rsidR="00840531" w:rsidRDefault="00840531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226" w:rsidRDefault="006A122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226" w:rsidRDefault="006A122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226" w:rsidRDefault="006A12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531" w:rsidRDefault="00840531" w:rsidP="00AF0076">
      <w:r>
        <w:separator/>
      </w:r>
    </w:p>
  </w:footnote>
  <w:footnote w:type="continuationSeparator" w:id="0">
    <w:p w:rsidR="00840531" w:rsidRDefault="00840531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226" w:rsidRDefault="006A122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6A1226">
      <w:rPr>
        <w:rFonts w:ascii="Arial" w:hAnsi="Arial" w:cs="Arial"/>
        <w:sz w:val="20"/>
        <w:szCs w:val="20"/>
      </w:rPr>
      <w:t>4</w:t>
    </w:r>
    <w:bookmarkStart w:id="0" w:name="_GoBack"/>
    <w:bookmarkEnd w:id="0"/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  <w:r w:rsidR="00947BFA" w:rsidRPr="00163FFA">
      <w:rPr>
        <w:rFonts w:ascii="Arial" w:hAnsi="Arial" w:cs="Arial"/>
        <w:sz w:val="20"/>
        <w:szCs w:val="20"/>
      </w:rPr>
      <w:t>–</w:t>
    </w:r>
    <w:r w:rsidR="00302641" w:rsidRPr="00163FFA">
      <w:rPr>
        <w:rFonts w:ascii="Arial" w:hAnsi="Arial" w:cs="Arial"/>
        <w:sz w:val="20"/>
        <w:szCs w:val="20"/>
      </w:rPr>
      <w:t xml:space="preserve"> kvalifikace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226" w:rsidRDefault="006A122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12E75"/>
    <w:rsid w:val="000414AC"/>
    <w:rsid w:val="00044D85"/>
    <w:rsid w:val="00064C57"/>
    <w:rsid w:val="0008384F"/>
    <w:rsid w:val="00091775"/>
    <w:rsid w:val="000B1F1C"/>
    <w:rsid w:val="000C3559"/>
    <w:rsid w:val="000D32F0"/>
    <w:rsid w:val="000E6D20"/>
    <w:rsid w:val="001061F3"/>
    <w:rsid w:val="00123660"/>
    <w:rsid w:val="00143B12"/>
    <w:rsid w:val="001574A1"/>
    <w:rsid w:val="001629D0"/>
    <w:rsid w:val="00163FFA"/>
    <w:rsid w:val="001725CD"/>
    <w:rsid w:val="00172991"/>
    <w:rsid w:val="00196390"/>
    <w:rsid w:val="001A6F88"/>
    <w:rsid w:val="001B5968"/>
    <w:rsid w:val="001C35B3"/>
    <w:rsid w:val="001C4908"/>
    <w:rsid w:val="001E7103"/>
    <w:rsid w:val="001F739D"/>
    <w:rsid w:val="00201C2F"/>
    <w:rsid w:val="0022743D"/>
    <w:rsid w:val="00245495"/>
    <w:rsid w:val="0025023C"/>
    <w:rsid w:val="00281E9B"/>
    <w:rsid w:val="002B234E"/>
    <w:rsid w:val="00302641"/>
    <w:rsid w:val="0032182D"/>
    <w:rsid w:val="00327944"/>
    <w:rsid w:val="00335589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A0AE7"/>
    <w:rsid w:val="004A3387"/>
    <w:rsid w:val="004B4FFA"/>
    <w:rsid w:val="004E794E"/>
    <w:rsid w:val="004F7485"/>
    <w:rsid w:val="005705B2"/>
    <w:rsid w:val="0057713B"/>
    <w:rsid w:val="0058587A"/>
    <w:rsid w:val="00587842"/>
    <w:rsid w:val="00587F3A"/>
    <w:rsid w:val="00592B3A"/>
    <w:rsid w:val="005C5D3E"/>
    <w:rsid w:val="005D32DD"/>
    <w:rsid w:val="005D78C8"/>
    <w:rsid w:val="00601A7D"/>
    <w:rsid w:val="00606C22"/>
    <w:rsid w:val="00625D90"/>
    <w:rsid w:val="006418B7"/>
    <w:rsid w:val="006431F3"/>
    <w:rsid w:val="00650E5B"/>
    <w:rsid w:val="00652962"/>
    <w:rsid w:val="00652FE9"/>
    <w:rsid w:val="00656F3A"/>
    <w:rsid w:val="00676C45"/>
    <w:rsid w:val="006917E1"/>
    <w:rsid w:val="006977FA"/>
    <w:rsid w:val="006A05AB"/>
    <w:rsid w:val="006A1226"/>
    <w:rsid w:val="006D1517"/>
    <w:rsid w:val="006D4C72"/>
    <w:rsid w:val="006E6A22"/>
    <w:rsid w:val="006E6ADF"/>
    <w:rsid w:val="00770385"/>
    <w:rsid w:val="007861D4"/>
    <w:rsid w:val="007A193A"/>
    <w:rsid w:val="007B0E29"/>
    <w:rsid w:val="007B6BDC"/>
    <w:rsid w:val="007E47E9"/>
    <w:rsid w:val="007F5DE7"/>
    <w:rsid w:val="00834E59"/>
    <w:rsid w:val="00840531"/>
    <w:rsid w:val="008559D9"/>
    <w:rsid w:val="00896F6A"/>
    <w:rsid w:val="00897865"/>
    <w:rsid w:val="008C7554"/>
    <w:rsid w:val="008D29C3"/>
    <w:rsid w:val="008D4134"/>
    <w:rsid w:val="008D7885"/>
    <w:rsid w:val="008E482C"/>
    <w:rsid w:val="008F6591"/>
    <w:rsid w:val="00943821"/>
    <w:rsid w:val="00947BFA"/>
    <w:rsid w:val="009630C3"/>
    <w:rsid w:val="00982148"/>
    <w:rsid w:val="00987B80"/>
    <w:rsid w:val="009944B0"/>
    <w:rsid w:val="009B5EFE"/>
    <w:rsid w:val="009F1E59"/>
    <w:rsid w:val="00A17E19"/>
    <w:rsid w:val="00A223D4"/>
    <w:rsid w:val="00A35FB8"/>
    <w:rsid w:val="00A45D72"/>
    <w:rsid w:val="00A70BEE"/>
    <w:rsid w:val="00A95632"/>
    <w:rsid w:val="00AC1E26"/>
    <w:rsid w:val="00AE19D0"/>
    <w:rsid w:val="00AE4FDD"/>
    <w:rsid w:val="00AF0076"/>
    <w:rsid w:val="00B02B0B"/>
    <w:rsid w:val="00B10F6E"/>
    <w:rsid w:val="00B1793A"/>
    <w:rsid w:val="00B21AF1"/>
    <w:rsid w:val="00B30C5B"/>
    <w:rsid w:val="00B32D3E"/>
    <w:rsid w:val="00B518C1"/>
    <w:rsid w:val="00B5254D"/>
    <w:rsid w:val="00B6456A"/>
    <w:rsid w:val="00B80EF7"/>
    <w:rsid w:val="00BE0C3D"/>
    <w:rsid w:val="00BE3ECF"/>
    <w:rsid w:val="00C137F2"/>
    <w:rsid w:val="00C22FFC"/>
    <w:rsid w:val="00C25083"/>
    <w:rsid w:val="00C444FC"/>
    <w:rsid w:val="00C560DE"/>
    <w:rsid w:val="00C70D2D"/>
    <w:rsid w:val="00C7747A"/>
    <w:rsid w:val="00CA4C8B"/>
    <w:rsid w:val="00CD74D3"/>
    <w:rsid w:val="00CE6D13"/>
    <w:rsid w:val="00D1128C"/>
    <w:rsid w:val="00D217E4"/>
    <w:rsid w:val="00D221A1"/>
    <w:rsid w:val="00D3495B"/>
    <w:rsid w:val="00D456F8"/>
    <w:rsid w:val="00D56363"/>
    <w:rsid w:val="00D741CA"/>
    <w:rsid w:val="00D74AC3"/>
    <w:rsid w:val="00D92277"/>
    <w:rsid w:val="00D96289"/>
    <w:rsid w:val="00D975ED"/>
    <w:rsid w:val="00DD53F7"/>
    <w:rsid w:val="00DE6C9A"/>
    <w:rsid w:val="00E26A42"/>
    <w:rsid w:val="00E4395B"/>
    <w:rsid w:val="00E67CA3"/>
    <w:rsid w:val="00E7522C"/>
    <w:rsid w:val="00E911C9"/>
    <w:rsid w:val="00E93D4D"/>
    <w:rsid w:val="00EA02AB"/>
    <w:rsid w:val="00EC501D"/>
    <w:rsid w:val="00F008E3"/>
    <w:rsid w:val="00F12796"/>
    <w:rsid w:val="00F30935"/>
    <w:rsid w:val="00F317AA"/>
    <w:rsid w:val="00F534EC"/>
    <w:rsid w:val="00F76EA4"/>
    <w:rsid w:val="00F803DD"/>
    <w:rsid w:val="00FA0C91"/>
    <w:rsid w:val="00FB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5:docId w15:val="{A46C7394-8D71-4C1F-9D47-E284E3A6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356E9700</Template>
  <TotalTime>20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Zatloukal Jiří</cp:lastModifiedBy>
  <cp:revision>31</cp:revision>
  <cp:lastPrinted>2012-07-03T10:50:00Z</cp:lastPrinted>
  <dcterms:created xsi:type="dcterms:W3CDTF">2016-03-07T15:09:00Z</dcterms:created>
  <dcterms:modified xsi:type="dcterms:W3CDTF">2023-04-19T06:40:00Z</dcterms:modified>
</cp:coreProperties>
</file>