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933"/>
        <w:gridCol w:w="1771"/>
        <w:gridCol w:w="716"/>
        <w:gridCol w:w="1604"/>
        <w:gridCol w:w="3076"/>
      </w:tblGrid>
      <w:tr w:rsidR="00332E10" w:rsidRPr="00801C1C">
        <w:trPr>
          <w:trHeight w:val="320"/>
          <w:jc w:val="center"/>
        </w:trPr>
        <w:tc>
          <w:tcPr>
            <w:tcW w:w="9555" w:type="dxa"/>
            <w:gridSpan w:val="6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332E10" w:rsidRPr="00801C1C" w:rsidRDefault="00332E10" w:rsidP="004F2BB1">
            <w:pPr>
              <w:jc w:val="center"/>
              <w:rPr>
                <w:b/>
                <w:bCs/>
              </w:rPr>
            </w:pPr>
            <w:r w:rsidRPr="00801C1C">
              <w:rPr>
                <w:b/>
                <w:bCs/>
              </w:rPr>
              <w:t>KRYCÍ LIST NABÍDKY</w:t>
            </w:r>
          </w:p>
        </w:tc>
      </w:tr>
      <w:tr w:rsidR="00574C43" w:rsidRPr="00801C1C">
        <w:trPr>
          <w:trHeight w:val="270"/>
          <w:jc w:val="center"/>
        </w:trPr>
        <w:tc>
          <w:tcPr>
            <w:tcW w:w="9555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574C43" w:rsidRPr="00801C1C" w:rsidRDefault="00574C43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Veřejná zakázka</w:t>
            </w:r>
          </w:p>
        </w:tc>
      </w:tr>
      <w:tr w:rsidR="00431D25" w:rsidRPr="00801C1C">
        <w:trPr>
          <w:trHeight w:val="255"/>
          <w:jc w:val="center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801C1C" w:rsidRDefault="00574C43" w:rsidP="004F2BB1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E0B01" w:rsidRPr="00F45C9B" w:rsidRDefault="00F45C9B" w:rsidP="00D410E2">
            <w:pPr>
              <w:rPr>
                <w:b/>
                <w:sz w:val="28"/>
                <w:szCs w:val="28"/>
              </w:rPr>
            </w:pPr>
            <w:r w:rsidRPr="00F45C9B">
              <w:rPr>
                <w:b/>
                <w:sz w:val="28"/>
                <w:szCs w:val="28"/>
              </w:rPr>
              <w:t xml:space="preserve">Lanškroun, ul. </w:t>
            </w:r>
            <w:r w:rsidR="00D410E2">
              <w:rPr>
                <w:b/>
                <w:sz w:val="28"/>
                <w:szCs w:val="28"/>
              </w:rPr>
              <w:t>Franze Kafky</w:t>
            </w:r>
            <w:bookmarkStart w:id="0" w:name="_GoBack"/>
            <w:bookmarkEnd w:id="0"/>
            <w:r w:rsidRPr="00F45C9B">
              <w:rPr>
                <w:b/>
                <w:sz w:val="28"/>
                <w:szCs w:val="28"/>
              </w:rPr>
              <w:t xml:space="preserve"> – stavební úpravy</w:t>
            </w:r>
          </w:p>
        </w:tc>
      </w:tr>
      <w:tr w:rsidR="00431D25" w:rsidRPr="00801C1C">
        <w:trPr>
          <w:trHeight w:val="270"/>
          <w:jc w:val="center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801C1C" w:rsidRDefault="00574C43" w:rsidP="004F2B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vMerge/>
            <w:vAlign w:val="center"/>
          </w:tcPr>
          <w:p w:rsidR="00574C43" w:rsidRPr="00801C1C" w:rsidRDefault="00574C43" w:rsidP="004F2BB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4C43" w:rsidRPr="00801C1C">
        <w:trPr>
          <w:trHeight w:val="402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center"/>
          </w:tcPr>
          <w:p w:rsidR="00574C43" w:rsidRPr="00801C1C" w:rsidRDefault="00574C43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574C43" w:rsidRPr="00801C1C">
        <w:trPr>
          <w:trHeight w:val="345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bottom"/>
          </w:tcPr>
          <w:p w:rsidR="00574C43" w:rsidRPr="00801C1C" w:rsidRDefault="00574C43" w:rsidP="004F2BB1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Zadavatel</w:t>
            </w:r>
          </w:p>
        </w:tc>
      </w:tr>
      <w:tr w:rsidR="00431D25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74C43" w:rsidRPr="00801C1C" w:rsidRDefault="00801C1C" w:rsidP="00801C1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Zadavatel: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574C43" w:rsidRPr="00F449BA" w:rsidRDefault="00B14858" w:rsidP="002E52DF">
            <w:pPr>
              <w:rPr>
                <w:sz w:val="20"/>
                <w:szCs w:val="20"/>
              </w:rPr>
            </w:pPr>
            <w:r w:rsidRPr="00B14858">
              <w:rPr>
                <w:sz w:val="20"/>
                <w:szCs w:val="20"/>
              </w:rPr>
              <w:t>Město Lanškroun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Sídlo: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F449BA" w:rsidRDefault="00B14858" w:rsidP="00F449BA">
            <w:pPr>
              <w:rPr>
                <w:sz w:val="20"/>
                <w:szCs w:val="20"/>
              </w:rPr>
            </w:pPr>
            <w:r w:rsidRPr="00B14858">
              <w:rPr>
                <w:sz w:val="20"/>
                <w:szCs w:val="20"/>
              </w:rPr>
              <w:t>nám. J. M. Marků 12, Lanškroun-Vnitřní Město, 563 01 Lanškroun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6A5B91" w:rsidRDefault="00BF5810" w:rsidP="004F2BB1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F449BA" w:rsidRDefault="00B14858" w:rsidP="00643305">
            <w:pPr>
              <w:rPr>
                <w:sz w:val="20"/>
                <w:szCs w:val="20"/>
              </w:rPr>
            </w:pPr>
            <w:r w:rsidRPr="00B14858">
              <w:rPr>
                <w:sz w:val="20"/>
                <w:szCs w:val="20"/>
              </w:rPr>
              <w:t>00279102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801C1C" w:rsidRDefault="00BF5810" w:rsidP="004F2BB1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Osoba oprá</w:t>
            </w:r>
            <w:r w:rsidR="00801C1C">
              <w:rPr>
                <w:bCs/>
                <w:sz w:val="20"/>
                <w:szCs w:val="20"/>
              </w:rPr>
              <w:t>vněná jednat jménem zadavatele: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F449BA" w:rsidRDefault="00B14858" w:rsidP="00AF7B9D">
            <w:pPr>
              <w:rPr>
                <w:sz w:val="20"/>
                <w:szCs w:val="20"/>
              </w:rPr>
            </w:pPr>
            <w:r w:rsidRPr="00B14858">
              <w:rPr>
                <w:sz w:val="20"/>
                <w:szCs w:val="20"/>
              </w:rPr>
              <w:t>Mgr. Radim Vetchý, starosta města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bottom"/>
          </w:tcPr>
          <w:p w:rsidR="00BF5810" w:rsidRPr="00801C1C" w:rsidRDefault="006A320D" w:rsidP="004F2BB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Dodavatel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Název: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BF5810" w:rsidP="004F2BB1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BF5810" w:rsidP="004F2BB1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Osoba oprávněná za</w:t>
            </w:r>
            <w:r w:rsidR="006A320D">
              <w:rPr>
                <w:bCs/>
                <w:sz w:val="20"/>
                <w:szCs w:val="20"/>
              </w:rPr>
              <w:t xml:space="preserve"> dodavatele</w:t>
            </w:r>
            <w:r w:rsidRPr="00801C1C">
              <w:rPr>
                <w:bCs/>
                <w:sz w:val="20"/>
                <w:szCs w:val="20"/>
              </w:rPr>
              <w:t xml:space="preserve"> </w:t>
            </w:r>
            <w:r w:rsidR="00801C1C">
              <w:rPr>
                <w:bCs/>
                <w:sz w:val="20"/>
                <w:szCs w:val="20"/>
              </w:rPr>
              <w:t>jednat: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BF5810" w:rsidP="00801C1C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Tel./fax: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270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center"/>
          </w:tcPr>
          <w:p w:rsidR="00BF5810" w:rsidRPr="00801C1C" w:rsidRDefault="00BF5810" w:rsidP="004F2BB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49BA" w:rsidRPr="00801C1C" w:rsidTr="00F449BA">
        <w:trPr>
          <w:trHeight w:val="270"/>
          <w:jc w:val="center"/>
        </w:trPr>
        <w:tc>
          <w:tcPr>
            <w:tcW w:w="2388" w:type="dxa"/>
            <w:gridSpan w:val="2"/>
            <w:shd w:val="clear" w:color="auto" w:fill="C0C0C0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4091" w:type="dxa"/>
            <w:gridSpan w:val="3"/>
            <w:shd w:val="clear" w:color="auto" w:fill="C0C0C0"/>
            <w:noWrap/>
            <w:vAlign w:val="center"/>
          </w:tcPr>
          <w:p w:rsidR="00F449BA" w:rsidRPr="00801C1C" w:rsidRDefault="00F449BA" w:rsidP="00F449BA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 xml:space="preserve">Samostatně DPH (sazba </w:t>
            </w:r>
            <w:r w:rsidR="00CD6234">
              <w:rPr>
                <w:b/>
                <w:bCs/>
                <w:sz w:val="20"/>
                <w:szCs w:val="20"/>
              </w:rPr>
              <w:t>21</w:t>
            </w:r>
            <w:r w:rsidRPr="00801C1C">
              <w:rPr>
                <w:b/>
                <w:bCs/>
                <w:sz w:val="20"/>
                <w:szCs w:val="20"/>
              </w:rPr>
              <w:t xml:space="preserve"> %):</w:t>
            </w:r>
          </w:p>
        </w:tc>
        <w:tc>
          <w:tcPr>
            <w:tcW w:w="3076" w:type="dxa"/>
            <w:shd w:val="clear" w:color="auto" w:fill="C0C0C0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F449BA" w:rsidRPr="00801C1C" w:rsidTr="00F449BA">
        <w:trPr>
          <w:trHeight w:val="858"/>
          <w:jc w:val="center"/>
        </w:trPr>
        <w:tc>
          <w:tcPr>
            <w:tcW w:w="2388" w:type="dxa"/>
            <w:gridSpan w:val="2"/>
            <w:shd w:val="clear" w:color="auto" w:fill="auto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1" w:type="dxa"/>
            <w:gridSpan w:val="3"/>
            <w:shd w:val="clear" w:color="auto" w:fill="auto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6" w:type="dxa"/>
            <w:shd w:val="clear" w:color="auto" w:fill="auto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270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center"/>
          </w:tcPr>
          <w:p w:rsidR="00BF5810" w:rsidRPr="00801C1C" w:rsidRDefault="00BF5810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 xml:space="preserve">Osoba oprávněná za </w:t>
            </w:r>
            <w:r w:rsidR="006A320D">
              <w:rPr>
                <w:b/>
                <w:bCs/>
                <w:sz w:val="20"/>
                <w:szCs w:val="20"/>
              </w:rPr>
              <w:t>dodavatele</w:t>
            </w:r>
            <w:r w:rsidRPr="00801C1C">
              <w:rPr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BF5810" w:rsidRPr="00801C1C" w:rsidTr="00F449BA">
        <w:trPr>
          <w:trHeight w:val="805"/>
          <w:jc w:val="center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801C1C" w:rsidRDefault="00BF5810" w:rsidP="004F2BB1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232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6" w:type="dxa"/>
            <w:shd w:val="clear" w:color="auto" w:fill="auto"/>
            <w:vAlign w:val="bottom"/>
          </w:tcPr>
          <w:p w:rsidR="00BF5810" w:rsidRPr="00801C1C" w:rsidRDefault="00BF5810" w:rsidP="004F2BB1">
            <w:pPr>
              <w:jc w:val="right"/>
              <w:rPr>
                <w:sz w:val="20"/>
                <w:szCs w:val="20"/>
              </w:rPr>
            </w:pPr>
            <w:r w:rsidRPr="00801C1C">
              <w:rPr>
                <w:sz w:val="20"/>
                <w:szCs w:val="20"/>
              </w:rPr>
              <w:t>razítko</w:t>
            </w:r>
          </w:p>
        </w:tc>
      </w:tr>
      <w:tr w:rsidR="00BF5810" w:rsidRPr="00801C1C">
        <w:trPr>
          <w:trHeight w:val="402"/>
          <w:jc w:val="center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801C1C" w:rsidRDefault="00BF5810" w:rsidP="00801C1C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Titul, jméno, příjmení</w:t>
            </w:r>
          </w:p>
        </w:tc>
        <w:tc>
          <w:tcPr>
            <w:tcW w:w="5396" w:type="dxa"/>
            <w:gridSpan w:val="3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427"/>
          <w:jc w:val="center"/>
        </w:trPr>
        <w:tc>
          <w:tcPr>
            <w:tcW w:w="4159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BF5810" w:rsidRPr="00801C1C" w:rsidRDefault="00BF5810" w:rsidP="004F2BB1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3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</w:tbl>
    <w:p w:rsidR="00F449BA" w:rsidRPr="00F449BA" w:rsidRDefault="00F449BA" w:rsidP="00F449BA"/>
    <w:p w:rsidR="00F449BA" w:rsidRPr="00F449BA" w:rsidRDefault="00F449BA" w:rsidP="00F449BA"/>
    <w:sectPr w:rsidR="00F449BA" w:rsidRPr="00F449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347" w:rsidRDefault="00FE1347" w:rsidP="003660E7">
      <w:r>
        <w:separator/>
      </w:r>
    </w:p>
  </w:endnote>
  <w:endnote w:type="continuationSeparator" w:id="0">
    <w:p w:rsidR="00FE1347" w:rsidRDefault="00FE1347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347" w:rsidRDefault="00FE1347" w:rsidP="003660E7">
      <w:r>
        <w:separator/>
      </w:r>
    </w:p>
  </w:footnote>
  <w:footnote w:type="continuationSeparator" w:id="0">
    <w:p w:rsidR="00FE1347" w:rsidRDefault="00FE1347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20D" w:rsidRDefault="006A320D" w:rsidP="00BF0ACE">
    <w:pPr>
      <w:pStyle w:val="Zhlav"/>
      <w:jc w:val="right"/>
      <w:rPr>
        <w:sz w:val="20"/>
        <w:szCs w:val="20"/>
      </w:rPr>
    </w:pPr>
  </w:p>
  <w:p w:rsidR="006A320D" w:rsidRDefault="006A320D" w:rsidP="00BF0ACE">
    <w:pPr>
      <w:pStyle w:val="Zhlav"/>
      <w:jc w:val="right"/>
      <w:rPr>
        <w:sz w:val="20"/>
        <w:szCs w:val="20"/>
      </w:rPr>
    </w:pPr>
  </w:p>
  <w:p w:rsidR="000B710E" w:rsidRPr="00F449BA" w:rsidRDefault="000B710E" w:rsidP="00BF0ACE">
    <w:pPr>
      <w:pStyle w:val="Zhlav"/>
      <w:jc w:val="right"/>
      <w:rPr>
        <w:sz w:val="20"/>
        <w:szCs w:val="20"/>
      </w:rPr>
    </w:pPr>
    <w:r w:rsidRPr="00F449BA">
      <w:rPr>
        <w:sz w:val="20"/>
        <w:szCs w:val="20"/>
      </w:rPr>
      <w:t>Příloha č.</w:t>
    </w:r>
    <w:r w:rsidR="00851C46" w:rsidRPr="00F449BA">
      <w:rPr>
        <w:sz w:val="20"/>
        <w:szCs w:val="20"/>
      </w:rPr>
      <w:t xml:space="preserve"> </w:t>
    </w:r>
    <w:r w:rsidR="00055AC9" w:rsidRPr="00F449BA">
      <w:rPr>
        <w:sz w:val="20"/>
        <w:szCs w:val="20"/>
      </w:rPr>
      <w:t>1</w:t>
    </w:r>
    <w:r w:rsidR="00A71BB5" w:rsidRPr="00F449BA">
      <w:rPr>
        <w:sz w:val="20"/>
        <w:szCs w:val="20"/>
      </w:rPr>
      <w:t xml:space="preserve"> </w:t>
    </w:r>
    <w:r w:rsidR="00F449BA" w:rsidRPr="00F449BA">
      <w:rPr>
        <w:sz w:val="20"/>
        <w:szCs w:val="20"/>
      </w:rPr>
      <w:t>ZD</w:t>
    </w:r>
    <w:r w:rsidRPr="00F449BA">
      <w:rPr>
        <w:sz w:val="20"/>
        <w:szCs w:val="20"/>
      </w:rPr>
      <w:t xml:space="preserve"> – </w:t>
    </w:r>
    <w:r w:rsidR="00A71BB5" w:rsidRPr="00F449BA">
      <w:rPr>
        <w:sz w:val="20"/>
        <w:szCs w:val="20"/>
      </w:rPr>
      <w:t>K</w:t>
    </w:r>
    <w:r w:rsidRPr="00F449BA">
      <w:rPr>
        <w:sz w:val="20"/>
        <w:szCs w:val="20"/>
      </w:rPr>
      <w:t>rycí list</w:t>
    </w:r>
  </w:p>
  <w:p w:rsidR="000B710E" w:rsidRDefault="000B71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13ABE"/>
    <w:rsid w:val="00026E21"/>
    <w:rsid w:val="00041060"/>
    <w:rsid w:val="000427CB"/>
    <w:rsid w:val="00055AC9"/>
    <w:rsid w:val="00070D63"/>
    <w:rsid w:val="00081CC1"/>
    <w:rsid w:val="00084DE8"/>
    <w:rsid w:val="00097630"/>
    <w:rsid w:val="000A3381"/>
    <w:rsid w:val="000B1399"/>
    <w:rsid w:val="000B710E"/>
    <w:rsid w:val="000E0F90"/>
    <w:rsid w:val="000E71FD"/>
    <w:rsid w:val="000F4112"/>
    <w:rsid w:val="00114950"/>
    <w:rsid w:val="001302F1"/>
    <w:rsid w:val="0013048D"/>
    <w:rsid w:val="00133532"/>
    <w:rsid w:val="001515D8"/>
    <w:rsid w:val="001619E0"/>
    <w:rsid w:val="001739C8"/>
    <w:rsid w:val="00182ECA"/>
    <w:rsid w:val="001A23F0"/>
    <w:rsid w:val="001C7BB7"/>
    <w:rsid w:val="001C7C76"/>
    <w:rsid w:val="001E71B1"/>
    <w:rsid w:val="001F695F"/>
    <w:rsid w:val="001F7AFB"/>
    <w:rsid w:val="00200D48"/>
    <w:rsid w:val="00207E72"/>
    <w:rsid w:val="0026148A"/>
    <w:rsid w:val="00272C5F"/>
    <w:rsid w:val="00281B44"/>
    <w:rsid w:val="00282286"/>
    <w:rsid w:val="002E52DF"/>
    <w:rsid w:val="002E7E52"/>
    <w:rsid w:val="002F369A"/>
    <w:rsid w:val="002F5EF1"/>
    <w:rsid w:val="0030115B"/>
    <w:rsid w:val="00316C17"/>
    <w:rsid w:val="00332E10"/>
    <w:rsid w:val="00342B70"/>
    <w:rsid w:val="003452F2"/>
    <w:rsid w:val="0035228F"/>
    <w:rsid w:val="00356341"/>
    <w:rsid w:val="00365053"/>
    <w:rsid w:val="003660E7"/>
    <w:rsid w:val="00370A0B"/>
    <w:rsid w:val="00375FFD"/>
    <w:rsid w:val="003765EE"/>
    <w:rsid w:val="003913CC"/>
    <w:rsid w:val="003C3164"/>
    <w:rsid w:val="003C642B"/>
    <w:rsid w:val="003E1BE3"/>
    <w:rsid w:val="0040629A"/>
    <w:rsid w:val="00431D25"/>
    <w:rsid w:val="004D41B8"/>
    <w:rsid w:val="004F0858"/>
    <w:rsid w:val="004F20BA"/>
    <w:rsid w:val="004F2BB1"/>
    <w:rsid w:val="005017DF"/>
    <w:rsid w:val="00502AEC"/>
    <w:rsid w:val="0050779D"/>
    <w:rsid w:val="0051531D"/>
    <w:rsid w:val="00526164"/>
    <w:rsid w:val="0053308F"/>
    <w:rsid w:val="005421A0"/>
    <w:rsid w:val="00546BF9"/>
    <w:rsid w:val="00563A0A"/>
    <w:rsid w:val="0056453C"/>
    <w:rsid w:val="0056736A"/>
    <w:rsid w:val="00574C43"/>
    <w:rsid w:val="005772DE"/>
    <w:rsid w:val="00590272"/>
    <w:rsid w:val="00593C30"/>
    <w:rsid w:val="00595774"/>
    <w:rsid w:val="005A737C"/>
    <w:rsid w:val="005B1363"/>
    <w:rsid w:val="005D44A5"/>
    <w:rsid w:val="005D6642"/>
    <w:rsid w:val="005D6B22"/>
    <w:rsid w:val="005E0B01"/>
    <w:rsid w:val="005E32E3"/>
    <w:rsid w:val="005E567E"/>
    <w:rsid w:val="005E6EDA"/>
    <w:rsid w:val="0061211B"/>
    <w:rsid w:val="00617D65"/>
    <w:rsid w:val="00643187"/>
    <w:rsid w:val="00643305"/>
    <w:rsid w:val="00643709"/>
    <w:rsid w:val="00644939"/>
    <w:rsid w:val="006612B1"/>
    <w:rsid w:val="00662393"/>
    <w:rsid w:val="006A320D"/>
    <w:rsid w:val="006A5B91"/>
    <w:rsid w:val="006B6364"/>
    <w:rsid w:val="006C58D8"/>
    <w:rsid w:val="006D306D"/>
    <w:rsid w:val="006D313F"/>
    <w:rsid w:val="006D720C"/>
    <w:rsid w:val="006E7999"/>
    <w:rsid w:val="006F05D4"/>
    <w:rsid w:val="007213E5"/>
    <w:rsid w:val="00721971"/>
    <w:rsid w:val="00733236"/>
    <w:rsid w:val="007521A8"/>
    <w:rsid w:val="0075522F"/>
    <w:rsid w:val="00767444"/>
    <w:rsid w:val="007708AD"/>
    <w:rsid w:val="00771F66"/>
    <w:rsid w:val="007B2B63"/>
    <w:rsid w:val="007B4212"/>
    <w:rsid w:val="007C3CF6"/>
    <w:rsid w:val="007E1807"/>
    <w:rsid w:val="00801C1C"/>
    <w:rsid w:val="00851C46"/>
    <w:rsid w:val="00854460"/>
    <w:rsid w:val="00854C42"/>
    <w:rsid w:val="0086328B"/>
    <w:rsid w:val="00875A0D"/>
    <w:rsid w:val="008762D2"/>
    <w:rsid w:val="008768C2"/>
    <w:rsid w:val="00880304"/>
    <w:rsid w:val="00884870"/>
    <w:rsid w:val="008A399A"/>
    <w:rsid w:val="008A5BCF"/>
    <w:rsid w:val="008B193E"/>
    <w:rsid w:val="008B7724"/>
    <w:rsid w:val="008C2DA2"/>
    <w:rsid w:val="0090334E"/>
    <w:rsid w:val="00943069"/>
    <w:rsid w:val="00973A56"/>
    <w:rsid w:val="00976953"/>
    <w:rsid w:val="009E5A7C"/>
    <w:rsid w:val="009F609E"/>
    <w:rsid w:val="00A0269C"/>
    <w:rsid w:val="00A05630"/>
    <w:rsid w:val="00A220EA"/>
    <w:rsid w:val="00A312A2"/>
    <w:rsid w:val="00A42C3C"/>
    <w:rsid w:val="00A46B7C"/>
    <w:rsid w:val="00A540F0"/>
    <w:rsid w:val="00A6524F"/>
    <w:rsid w:val="00A71BB5"/>
    <w:rsid w:val="00A95F80"/>
    <w:rsid w:val="00AA7EEE"/>
    <w:rsid w:val="00AB3A85"/>
    <w:rsid w:val="00AF7B9D"/>
    <w:rsid w:val="00B04507"/>
    <w:rsid w:val="00B073F0"/>
    <w:rsid w:val="00B135A3"/>
    <w:rsid w:val="00B14858"/>
    <w:rsid w:val="00B218AF"/>
    <w:rsid w:val="00B24D76"/>
    <w:rsid w:val="00B51AE6"/>
    <w:rsid w:val="00B66C81"/>
    <w:rsid w:val="00B91DAF"/>
    <w:rsid w:val="00B939DD"/>
    <w:rsid w:val="00BB7174"/>
    <w:rsid w:val="00BC069B"/>
    <w:rsid w:val="00BD1C2C"/>
    <w:rsid w:val="00BD58C3"/>
    <w:rsid w:val="00BE1ECC"/>
    <w:rsid w:val="00BF0ACE"/>
    <w:rsid w:val="00BF0AFB"/>
    <w:rsid w:val="00BF2CCD"/>
    <w:rsid w:val="00BF5810"/>
    <w:rsid w:val="00C15640"/>
    <w:rsid w:val="00C258ED"/>
    <w:rsid w:val="00C305AA"/>
    <w:rsid w:val="00C310AC"/>
    <w:rsid w:val="00C45EF8"/>
    <w:rsid w:val="00C77527"/>
    <w:rsid w:val="00C85883"/>
    <w:rsid w:val="00C91D4A"/>
    <w:rsid w:val="00C97E2F"/>
    <w:rsid w:val="00CA3963"/>
    <w:rsid w:val="00CD6234"/>
    <w:rsid w:val="00CE654E"/>
    <w:rsid w:val="00D24C31"/>
    <w:rsid w:val="00D37115"/>
    <w:rsid w:val="00D410E2"/>
    <w:rsid w:val="00D414CE"/>
    <w:rsid w:val="00D726B2"/>
    <w:rsid w:val="00D72F5C"/>
    <w:rsid w:val="00DC0315"/>
    <w:rsid w:val="00DE5DE7"/>
    <w:rsid w:val="00DF1386"/>
    <w:rsid w:val="00E1022D"/>
    <w:rsid w:val="00E270CF"/>
    <w:rsid w:val="00E31013"/>
    <w:rsid w:val="00E31148"/>
    <w:rsid w:val="00E31361"/>
    <w:rsid w:val="00E52126"/>
    <w:rsid w:val="00E70BB3"/>
    <w:rsid w:val="00E90265"/>
    <w:rsid w:val="00E9669C"/>
    <w:rsid w:val="00EA6405"/>
    <w:rsid w:val="00EC6997"/>
    <w:rsid w:val="00EE08BA"/>
    <w:rsid w:val="00F06187"/>
    <w:rsid w:val="00F15870"/>
    <w:rsid w:val="00F159E6"/>
    <w:rsid w:val="00F41D0C"/>
    <w:rsid w:val="00F449BA"/>
    <w:rsid w:val="00F45C9B"/>
    <w:rsid w:val="00F4620C"/>
    <w:rsid w:val="00F57CA7"/>
    <w:rsid w:val="00F81F81"/>
    <w:rsid w:val="00F943A1"/>
    <w:rsid w:val="00FA41C7"/>
    <w:rsid w:val="00FA5C88"/>
    <w:rsid w:val="00FA6B25"/>
    <w:rsid w:val="00FA73D9"/>
    <w:rsid w:val="00FB2138"/>
    <w:rsid w:val="00FD096C"/>
    <w:rsid w:val="00FD772C"/>
    <w:rsid w:val="00FE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6358FDA-46BC-4385-9039-4F165059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51C46"/>
    <w:rPr>
      <w:sz w:val="16"/>
      <w:szCs w:val="16"/>
    </w:rPr>
  </w:style>
  <w:style w:type="paragraph" w:styleId="Textkomente">
    <w:name w:val="annotation text"/>
    <w:basedOn w:val="Normln"/>
    <w:link w:val="TextkomenteChar"/>
    <w:rsid w:val="00851C46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851C46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851C46"/>
    <w:rPr>
      <w:b/>
      <w:bCs/>
    </w:rPr>
  </w:style>
  <w:style w:type="character" w:customStyle="1" w:styleId="PedmtkomenteChar">
    <w:name w:val="Předmět komentáře Char"/>
    <w:link w:val="Pedmtkomente"/>
    <w:rsid w:val="00851C46"/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0E0F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11z1">
    <w:name w:val="WW8Num11z1"/>
    <w:rsid w:val="006A320D"/>
    <w:rPr>
      <w:rFonts w:ascii="Courier New" w:hAnsi="Courier New" w:cs="Courier New"/>
    </w:rPr>
  </w:style>
  <w:style w:type="character" w:customStyle="1" w:styleId="fontstyle01">
    <w:name w:val="fontstyle01"/>
    <w:basedOn w:val="Standardnpsmoodstavce"/>
    <w:rsid w:val="00E270CF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Standardnpsmoodstavce"/>
    <w:rsid w:val="00E270CF"/>
    <w:rPr>
      <w:rFonts w:ascii="Bold" w:hAnsi="Bold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C131D-6FA3-40C8-9DF4-ADE03ACC4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FAEAE8C1</Template>
  <TotalTime>13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Ing. Petr Vlášek</Company>
  <LinksUpToDate>false</LinksUpToDate>
  <CharactersWithSpaces>644</CharactersWithSpaces>
  <SharedDoc>false</SharedDoc>
  <HLinks>
    <vt:vector size="6" baseType="variant">
      <vt:variant>
        <vt:i4>86</vt:i4>
      </vt:variant>
      <vt:variant>
        <vt:i4>0</vt:i4>
      </vt:variant>
      <vt:variant>
        <vt:i4>0</vt:i4>
      </vt:variant>
      <vt:variant>
        <vt:i4>5</vt:i4>
      </vt:variant>
      <vt:variant>
        <vt:lpwstr>http://www.mukolin.cz/cz/obcan/mestsky-urad/adresar-meu/telefonni-seznam/282639-vit-rakusan.html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Petr Vlášek</dc:creator>
  <cp:lastModifiedBy>Zatloukal Jiří</cp:lastModifiedBy>
  <cp:revision>24</cp:revision>
  <cp:lastPrinted>2008-10-23T12:25:00Z</cp:lastPrinted>
  <dcterms:created xsi:type="dcterms:W3CDTF">2017-07-20T10:56:00Z</dcterms:created>
  <dcterms:modified xsi:type="dcterms:W3CDTF">2023-04-19T07:02:00Z</dcterms:modified>
</cp:coreProperties>
</file>