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937AE" w14:textId="77777777" w:rsidR="00577FDE" w:rsidRDefault="00577FDE" w:rsidP="00577FDE">
      <w:pPr>
        <w:rPr>
          <w:rFonts w:ascii="Segoe UI Light" w:eastAsia="Segoe UI Light" w:hAnsi="Segoe UI Light" w:cs="Segoe UI Light"/>
        </w:rPr>
      </w:pPr>
    </w:p>
    <w:p w14:paraId="1A8A06D9" w14:textId="5F70A07E" w:rsidR="00577FDE" w:rsidRPr="0026574A" w:rsidRDefault="00842466" w:rsidP="00842466">
      <w:pPr>
        <w:pStyle w:val="Nadpis1"/>
        <w:jc w:val="center"/>
        <w:rPr>
          <w:rFonts w:ascii="Arial" w:eastAsia="Segoe UI Light" w:hAnsi="Arial" w:cs="Arial"/>
          <w:sz w:val="32"/>
          <w:szCs w:val="32"/>
        </w:rPr>
      </w:pPr>
      <w:r w:rsidRPr="0026574A">
        <w:rPr>
          <w:rFonts w:ascii="Arial" w:eastAsia="Segoe UI Light" w:hAnsi="Arial" w:cs="Arial"/>
          <w:sz w:val="32"/>
          <w:szCs w:val="32"/>
        </w:rPr>
        <w:t>PR</w:t>
      </w:r>
      <w:r w:rsidR="00577FDE" w:rsidRPr="0026574A">
        <w:rPr>
          <w:rFonts w:ascii="Arial" w:eastAsia="Segoe UI Light" w:hAnsi="Arial" w:cs="Arial"/>
          <w:sz w:val="32"/>
          <w:szCs w:val="32"/>
        </w:rPr>
        <w:t>OJEKTOVÁ</w:t>
      </w:r>
      <w:r w:rsidR="002F7D02" w:rsidRPr="0026574A">
        <w:rPr>
          <w:rFonts w:ascii="Arial" w:eastAsia="Segoe UI Light" w:hAnsi="Arial" w:cs="Arial"/>
          <w:sz w:val="32"/>
          <w:szCs w:val="32"/>
        </w:rPr>
        <w:t xml:space="preserve"> DOKUMENTACE </w:t>
      </w:r>
      <w:r w:rsidR="00CC7677" w:rsidRPr="0026574A">
        <w:rPr>
          <w:rFonts w:ascii="Arial" w:eastAsia="Segoe UI Light" w:hAnsi="Arial" w:cs="Arial"/>
          <w:sz w:val="32"/>
          <w:szCs w:val="32"/>
        </w:rPr>
        <w:t>PRO PROVEDENÍ STAVBY</w:t>
      </w:r>
    </w:p>
    <w:p w14:paraId="3C357764" w14:textId="77777777" w:rsidR="00842466" w:rsidRDefault="00842466" w:rsidP="00577FDE">
      <w:pPr>
        <w:jc w:val="center"/>
        <w:rPr>
          <w:rFonts w:ascii="Segoe UI Light" w:eastAsia="Segoe UI Light" w:hAnsi="Segoe UI Light" w:cs="Segoe UI Light"/>
        </w:rPr>
      </w:pPr>
    </w:p>
    <w:p w14:paraId="6A3218E2" w14:textId="77777777" w:rsidR="00577FDE" w:rsidRPr="00577FDE" w:rsidRDefault="00577FDE" w:rsidP="00577FDE">
      <w:pPr>
        <w:jc w:val="center"/>
        <w:rPr>
          <w:rFonts w:ascii="Segoe UI Light" w:eastAsia="Segoe UI Light" w:hAnsi="Segoe UI Light" w:cs="Segoe UI Light"/>
          <w:b/>
          <w:bCs/>
          <w:sz w:val="32"/>
          <w:szCs w:val="32"/>
        </w:rPr>
      </w:pPr>
    </w:p>
    <w:p w14:paraId="1EF182FA" w14:textId="77777777" w:rsidR="0002662E" w:rsidRDefault="002F7D02">
      <w:pPr>
        <w:pStyle w:val="Nadpis1"/>
        <w:jc w:val="right"/>
        <w:rPr>
          <w:rFonts w:ascii="Segoe UI Light" w:eastAsia="Segoe UI Light" w:hAnsi="Segoe UI Light" w:cs="Segoe UI Light"/>
        </w:rPr>
      </w:pPr>
      <w:r>
        <w:rPr>
          <w:rFonts w:ascii="Segoe UI Light" w:eastAsia="Segoe UI Light" w:hAnsi="Segoe UI Light" w:cs="Segoe UI Light"/>
          <w:b w:val="0"/>
          <w:bCs w:val="0"/>
          <w:color w:val="BFBFBF"/>
          <w:sz w:val="176"/>
          <w:szCs w:val="176"/>
          <w:u w:color="BFBFBF"/>
        </w:rPr>
        <w:t>A</w:t>
      </w:r>
      <w:r>
        <w:rPr>
          <w:rFonts w:ascii="Segoe UI Light" w:eastAsia="Segoe UI Light" w:hAnsi="Segoe UI Light" w:cs="Segoe UI Light"/>
          <w:sz w:val="138"/>
          <w:szCs w:val="138"/>
        </w:rPr>
        <w:t xml:space="preserve"> </w:t>
      </w:r>
      <w:r>
        <w:rPr>
          <w:rFonts w:ascii="Segoe UI Light" w:eastAsia="Segoe UI Light" w:hAnsi="Segoe UI Light" w:cs="Segoe UI Light"/>
          <w:b w:val="0"/>
          <w:bCs w:val="0"/>
        </w:rPr>
        <w:t>PRŮVODNÍ ZPRÁVA</w:t>
      </w:r>
    </w:p>
    <w:p w14:paraId="04B66E54" w14:textId="77777777" w:rsidR="0002662E" w:rsidRDefault="0002662E" w:rsidP="00C03D90">
      <w:pPr>
        <w:pStyle w:val="Nadpis1"/>
        <w:ind w:left="0" w:firstLine="0"/>
        <w:rPr>
          <w:rFonts w:ascii="Segoe UI Light" w:eastAsia="Segoe UI Light" w:hAnsi="Segoe UI Light" w:cs="Segoe UI Light"/>
        </w:rPr>
      </w:pPr>
    </w:p>
    <w:p w14:paraId="65B346CF" w14:textId="77777777" w:rsidR="0002662E" w:rsidRDefault="0002662E">
      <w:pPr>
        <w:pStyle w:val="Zkladntext"/>
      </w:pPr>
    </w:p>
    <w:p w14:paraId="29B0592E" w14:textId="77777777" w:rsidR="0002662E" w:rsidRDefault="0002662E">
      <w:pPr>
        <w:pStyle w:val="Zkladntext"/>
      </w:pPr>
    </w:p>
    <w:p w14:paraId="6D59F55A" w14:textId="77777777" w:rsidR="00577FDE" w:rsidRPr="00842466" w:rsidRDefault="002F7D02" w:rsidP="00577FDE">
      <w:pPr>
        <w:pStyle w:val="Nadpis1"/>
        <w:jc w:val="center"/>
        <w:rPr>
          <w:rFonts w:ascii="Segoe UI Light" w:eastAsia="Segoe UI Light" w:hAnsi="Segoe UI Light" w:cs="Segoe UI Light"/>
          <w:b w:val="0"/>
          <w:bCs w:val="0"/>
          <w:sz w:val="32"/>
          <w:szCs w:val="32"/>
        </w:rPr>
      </w:pPr>
      <w:r w:rsidRPr="00842466">
        <w:rPr>
          <w:rFonts w:ascii="Segoe UI Light" w:eastAsia="Segoe UI Light" w:hAnsi="Segoe UI Light" w:cs="Segoe UI Light"/>
          <w:b w:val="0"/>
          <w:bCs w:val="0"/>
          <w:sz w:val="32"/>
          <w:szCs w:val="32"/>
        </w:rPr>
        <w:t>Akce:</w:t>
      </w:r>
      <w:r w:rsidR="00577FDE" w:rsidRPr="00842466">
        <w:rPr>
          <w:rFonts w:ascii="Segoe UI Light" w:eastAsia="Segoe UI Light" w:hAnsi="Segoe UI Light" w:cs="Segoe UI Light"/>
          <w:b w:val="0"/>
          <w:bCs w:val="0"/>
          <w:sz w:val="32"/>
          <w:szCs w:val="32"/>
        </w:rPr>
        <w:t xml:space="preserve"> </w:t>
      </w:r>
    </w:p>
    <w:p w14:paraId="0B5F31B5" w14:textId="77777777" w:rsidR="005A1B8B" w:rsidRDefault="005A1B8B" w:rsidP="001B0D47">
      <w:pPr>
        <w:pStyle w:val="Nadpis1"/>
        <w:jc w:val="center"/>
        <w:rPr>
          <w:rFonts w:eastAsia="Segoe UI Light" w:cs="Times New Roman"/>
          <w:b w:val="0"/>
          <w:bCs w:val="0"/>
          <w:sz w:val="32"/>
          <w:szCs w:val="32"/>
        </w:rPr>
      </w:pPr>
    </w:p>
    <w:p w14:paraId="182D965E" w14:textId="47AAE493" w:rsidR="0026574A" w:rsidRDefault="005A1B8B" w:rsidP="001B0D47">
      <w:pPr>
        <w:pStyle w:val="Nadpis1"/>
        <w:jc w:val="center"/>
        <w:rPr>
          <w:rFonts w:ascii="Arial" w:hAnsi="Arial" w:cs="Arial"/>
          <w:color w:val="auto"/>
          <w:sz w:val="32"/>
          <w:szCs w:val="32"/>
        </w:rPr>
      </w:pPr>
      <w:r w:rsidRPr="005A1B8B">
        <w:rPr>
          <w:rFonts w:ascii="Arial" w:hAnsi="Arial" w:cs="Arial"/>
          <w:color w:val="auto"/>
          <w:sz w:val="32"/>
          <w:szCs w:val="32"/>
        </w:rPr>
        <w:t xml:space="preserve">MODERNIZACE </w:t>
      </w:r>
      <w:r>
        <w:rPr>
          <w:rFonts w:ascii="Arial" w:hAnsi="Arial" w:cs="Arial"/>
          <w:color w:val="auto"/>
          <w:sz w:val="32"/>
          <w:szCs w:val="32"/>
        </w:rPr>
        <w:t xml:space="preserve">STÁVAJÍCÍ </w:t>
      </w:r>
      <w:r w:rsidRPr="005A1B8B">
        <w:rPr>
          <w:rFonts w:ascii="Arial" w:hAnsi="Arial" w:cs="Arial"/>
          <w:color w:val="auto"/>
          <w:sz w:val="32"/>
          <w:szCs w:val="32"/>
        </w:rPr>
        <w:t>UČEBNY FYZIKY</w:t>
      </w:r>
      <w:r>
        <w:rPr>
          <w:rFonts w:ascii="Arial" w:hAnsi="Arial" w:cs="Arial"/>
          <w:color w:val="auto"/>
          <w:sz w:val="32"/>
          <w:szCs w:val="32"/>
        </w:rPr>
        <w:t xml:space="preserve">, </w:t>
      </w:r>
      <w:r w:rsidRPr="005A1B8B">
        <w:rPr>
          <w:rFonts w:ascii="Arial" w:hAnsi="Arial" w:cs="Arial"/>
          <w:color w:val="auto"/>
          <w:sz w:val="32"/>
          <w:szCs w:val="32"/>
        </w:rPr>
        <w:t>CHEMIE</w:t>
      </w:r>
      <w:r>
        <w:rPr>
          <w:rFonts w:ascii="Arial" w:hAnsi="Arial" w:cs="Arial"/>
          <w:color w:val="auto"/>
          <w:sz w:val="32"/>
          <w:szCs w:val="32"/>
        </w:rPr>
        <w:t xml:space="preserve"> A ODBORNÉHO KABINETU</w:t>
      </w:r>
      <w:r>
        <w:rPr>
          <w:rFonts w:eastAsia="Segoe UI Light" w:cs="Times New Roman"/>
          <w:b w:val="0"/>
          <w:bCs w:val="0"/>
          <w:sz w:val="32"/>
          <w:szCs w:val="32"/>
        </w:rPr>
        <w:t xml:space="preserve"> </w:t>
      </w:r>
      <w:r>
        <w:rPr>
          <w:rFonts w:ascii="Arial" w:hAnsi="Arial" w:cs="Arial"/>
          <w:color w:val="auto"/>
          <w:sz w:val="32"/>
          <w:szCs w:val="32"/>
        </w:rPr>
        <w:t>ZŠ DOBROVSKÉHO Č.P. 630, NA ST.P.Č. 1275/1, K.Ú. LANŠKORUN</w:t>
      </w:r>
      <w:r w:rsidR="0026574A">
        <w:rPr>
          <w:rFonts w:ascii="Arial" w:hAnsi="Arial" w:cs="Arial"/>
          <w:color w:val="auto"/>
          <w:sz w:val="32"/>
          <w:szCs w:val="32"/>
        </w:rPr>
        <w:t xml:space="preserve"> [</w:t>
      </w:r>
      <w:r>
        <w:rPr>
          <w:rFonts w:ascii="Arial" w:hAnsi="Arial" w:cs="Arial"/>
          <w:color w:val="auto"/>
          <w:sz w:val="32"/>
          <w:szCs w:val="32"/>
        </w:rPr>
        <w:t>678929</w:t>
      </w:r>
      <w:r w:rsidR="0026574A">
        <w:rPr>
          <w:rFonts w:ascii="Arial" w:hAnsi="Arial" w:cs="Arial"/>
          <w:color w:val="auto"/>
          <w:sz w:val="32"/>
          <w:szCs w:val="32"/>
        </w:rPr>
        <w:t xml:space="preserve">] </w:t>
      </w:r>
    </w:p>
    <w:p w14:paraId="1F2DF647" w14:textId="77777777" w:rsidR="00577FDE" w:rsidRPr="00577FDE" w:rsidRDefault="00577FDE" w:rsidP="00C03D90">
      <w:pPr>
        <w:pStyle w:val="Zkladntext"/>
        <w:ind w:left="0"/>
      </w:pPr>
    </w:p>
    <w:p w14:paraId="414DB678" w14:textId="77777777" w:rsidR="0002662E" w:rsidRDefault="00577FDE">
      <w:pPr>
        <w:pStyle w:val="Nadpis1"/>
        <w:jc w:val="center"/>
        <w:rPr>
          <w:rFonts w:ascii="Segoe UI Light" w:eastAsia="Segoe UI Light" w:hAnsi="Segoe UI Light" w:cs="Segoe UI Light"/>
          <w:sz w:val="36"/>
          <w:szCs w:val="36"/>
          <w:u w:val="single"/>
        </w:rPr>
      </w:pPr>
      <w:r>
        <w:rPr>
          <w:rFonts w:ascii="Segoe UI Light" w:eastAsia="Segoe UI Light" w:hAnsi="Segoe UI Light" w:cs="Segoe UI Light"/>
          <w:noProof/>
        </w:rPr>
        <mc:AlternateContent>
          <mc:Choice Requires="wps">
            <w:drawing>
              <wp:anchor distT="152400" distB="152400" distL="152400" distR="152400" simplePos="0" relativeHeight="251659264" behindDoc="0" locked="0" layoutInCell="1" allowOverlap="1" wp14:anchorId="33E6716D" wp14:editId="2A9A42A8">
                <wp:simplePos x="0" y="0"/>
                <wp:positionH relativeFrom="page">
                  <wp:posOffset>4991735</wp:posOffset>
                </wp:positionH>
                <wp:positionV relativeFrom="line">
                  <wp:posOffset>191952</wp:posOffset>
                </wp:positionV>
                <wp:extent cx="1828020" cy="1828020"/>
                <wp:effectExtent l="0" t="0" r="0" b="0"/>
                <wp:wrapThrough wrapText="bothSides" distL="152400" distR="152400">
                  <wp:wrapPolygon edited="1">
                    <wp:start x="3240" y="-150"/>
                    <wp:lineTo x="3153" y="-149"/>
                    <wp:lineTo x="3066" y="-146"/>
                    <wp:lineTo x="2980" y="-140"/>
                    <wp:lineTo x="2894" y="-133"/>
                    <wp:lineTo x="2809" y="-123"/>
                    <wp:lineTo x="2725" y="-111"/>
                    <wp:lineTo x="2641" y="-97"/>
                    <wp:lineTo x="2558" y="-81"/>
                    <wp:lineTo x="2475" y="-63"/>
                    <wp:lineTo x="2394" y="-43"/>
                    <wp:lineTo x="2313" y="-21"/>
                    <wp:lineTo x="2233" y="3"/>
                    <wp:lineTo x="2154" y="29"/>
                    <wp:lineTo x="2075" y="56"/>
                    <wp:lineTo x="1998" y="86"/>
                    <wp:lineTo x="1922" y="117"/>
                    <wp:lineTo x="1846" y="150"/>
                    <wp:lineTo x="1771" y="185"/>
                    <wp:lineTo x="1698" y="222"/>
                    <wp:lineTo x="1625" y="260"/>
                    <wp:lineTo x="1554" y="300"/>
                    <wp:lineTo x="1483" y="342"/>
                    <wp:lineTo x="1414" y="385"/>
                    <wp:lineTo x="1346" y="430"/>
                    <wp:lineTo x="1279" y="477"/>
                    <wp:lineTo x="1213" y="525"/>
                    <wp:lineTo x="1148" y="574"/>
                    <wp:lineTo x="1085" y="625"/>
                    <wp:lineTo x="1023" y="678"/>
                    <wp:lineTo x="962" y="732"/>
                    <wp:lineTo x="902" y="787"/>
                    <wp:lineTo x="844" y="844"/>
                    <wp:lineTo x="787" y="902"/>
                    <wp:lineTo x="732" y="962"/>
                    <wp:lineTo x="678" y="1023"/>
                    <wp:lineTo x="625" y="1085"/>
                    <wp:lineTo x="574" y="1148"/>
                    <wp:lineTo x="525" y="1213"/>
                    <wp:lineTo x="477" y="1279"/>
                    <wp:lineTo x="430" y="1346"/>
                    <wp:lineTo x="385" y="1414"/>
                    <wp:lineTo x="342" y="1483"/>
                    <wp:lineTo x="300" y="1554"/>
                    <wp:lineTo x="260" y="1625"/>
                    <wp:lineTo x="222" y="1698"/>
                    <wp:lineTo x="185" y="1771"/>
                    <wp:lineTo x="150" y="1846"/>
                    <wp:lineTo x="117" y="1922"/>
                    <wp:lineTo x="86" y="1998"/>
                    <wp:lineTo x="56" y="2075"/>
                    <wp:lineTo x="29" y="2154"/>
                    <wp:lineTo x="3" y="2233"/>
                    <wp:lineTo x="-21" y="2313"/>
                    <wp:lineTo x="-43" y="2394"/>
                    <wp:lineTo x="-63" y="2475"/>
                    <wp:lineTo x="-81" y="2558"/>
                    <wp:lineTo x="-97" y="2641"/>
                    <wp:lineTo x="-111" y="2725"/>
                    <wp:lineTo x="-123" y="2809"/>
                    <wp:lineTo x="-133" y="2894"/>
                    <wp:lineTo x="-140" y="2980"/>
                    <wp:lineTo x="-146" y="3066"/>
                    <wp:lineTo x="-149" y="3153"/>
                    <wp:lineTo x="-150" y="3240"/>
                    <wp:lineTo x="-150" y="18359"/>
                    <wp:lineTo x="-149" y="18447"/>
                    <wp:lineTo x="-146" y="18534"/>
                    <wp:lineTo x="-140" y="18620"/>
                    <wp:lineTo x="-133" y="18706"/>
                    <wp:lineTo x="-123" y="18791"/>
                    <wp:lineTo x="-111" y="18875"/>
                    <wp:lineTo x="-97" y="18959"/>
                    <wp:lineTo x="-81" y="19042"/>
                    <wp:lineTo x="-63" y="19124"/>
                    <wp:lineTo x="-43" y="19206"/>
                    <wp:lineTo x="-21" y="19287"/>
                    <wp:lineTo x="3" y="19367"/>
                    <wp:lineTo x="29" y="19446"/>
                    <wp:lineTo x="56" y="19524"/>
                    <wp:lineTo x="86" y="19602"/>
                    <wp:lineTo x="117" y="19678"/>
                    <wp:lineTo x="150" y="19754"/>
                    <wp:lineTo x="185" y="19828"/>
                    <wp:lineTo x="222" y="19902"/>
                    <wp:lineTo x="260" y="19975"/>
                    <wp:lineTo x="300" y="20046"/>
                    <wp:lineTo x="342" y="20117"/>
                    <wp:lineTo x="385" y="20186"/>
                    <wp:lineTo x="430" y="20254"/>
                    <wp:lineTo x="477" y="20321"/>
                    <wp:lineTo x="525" y="20387"/>
                    <wp:lineTo x="574" y="20452"/>
                    <wp:lineTo x="625" y="20515"/>
                    <wp:lineTo x="678" y="20577"/>
                    <wp:lineTo x="732" y="20638"/>
                    <wp:lineTo x="787" y="20698"/>
                    <wp:lineTo x="844" y="20756"/>
                    <wp:lineTo x="902" y="20813"/>
                    <wp:lineTo x="962" y="20868"/>
                    <wp:lineTo x="1023" y="20922"/>
                    <wp:lineTo x="1085" y="20975"/>
                    <wp:lineTo x="1148" y="21026"/>
                    <wp:lineTo x="1213" y="21075"/>
                    <wp:lineTo x="1279" y="21123"/>
                    <wp:lineTo x="1346" y="21170"/>
                    <wp:lineTo x="1414" y="21215"/>
                    <wp:lineTo x="1483" y="21258"/>
                    <wp:lineTo x="1554" y="21300"/>
                    <wp:lineTo x="1625" y="21340"/>
                    <wp:lineTo x="1698" y="21378"/>
                    <wp:lineTo x="1771" y="21415"/>
                    <wp:lineTo x="1846" y="21450"/>
                    <wp:lineTo x="1922" y="21483"/>
                    <wp:lineTo x="1998" y="21514"/>
                    <wp:lineTo x="2075" y="21544"/>
                    <wp:lineTo x="2154" y="21571"/>
                    <wp:lineTo x="2233" y="21597"/>
                    <wp:lineTo x="2313" y="21621"/>
                    <wp:lineTo x="2394" y="21643"/>
                    <wp:lineTo x="2475" y="21663"/>
                    <wp:lineTo x="2558" y="21681"/>
                    <wp:lineTo x="2641" y="21697"/>
                    <wp:lineTo x="2725" y="21711"/>
                    <wp:lineTo x="2809" y="21723"/>
                    <wp:lineTo x="2894" y="21732"/>
                    <wp:lineTo x="2980" y="21740"/>
                    <wp:lineTo x="3066" y="21745"/>
                    <wp:lineTo x="3153" y="21749"/>
                    <wp:lineTo x="3240" y="21750"/>
                    <wp:lineTo x="18359" y="21750"/>
                    <wp:lineTo x="18447" y="21749"/>
                    <wp:lineTo x="18534" y="21745"/>
                    <wp:lineTo x="18620" y="21740"/>
                    <wp:lineTo x="18706" y="21732"/>
                    <wp:lineTo x="18791" y="21723"/>
                    <wp:lineTo x="18875" y="21711"/>
                    <wp:lineTo x="18959" y="21697"/>
                    <wp:lineTo x="19042" y="21681"/>
                    <wp:lineTo x="19124" y="21663"/>
                    <wp:lineTo x="19206" y="21643"/>
                    <wp:lineTo x="19287" y="21621"/>
                    <wp:lineTo x="19367" y="21597"/>
                    <wp:lineTo x="19446" y="21571"/>
                    <wp:lineTo x="19524" y="21544"/>
                    <wp:lineTo x="19602" y="21514"/>
                    <wp:lineTo x="19678" y="21483"/>
                    <wp:lineTo x="19754" y="21450"/>
                    <wp:lineTo x="19828" y="21415"/>
                    <wp:lineTo x="19902" y="21378"/>
                    <wp:lineTo x="19975" y="21340"/>
                    <wp:lineTo x="20046" y="21300"/>
                    <wp:lineTo x="20117" y="21258"/>
                    <wp:lineTo x="20186" y="21215"/>
                    <wp:lineTo x="20254" y="21170"/>
                    <wp:lineTo x="20321" y="21123"/>
                    <wp:lineTo x="20387" y="21075"/>
                    <wp:lineTo x="20452" y="21026"/>
                    <wp:lineTo x="20515" y="20975"/>
                    <wp:lineTo x="20577" y="20922"/>
                    <wp:lineTo x="20638" y="20868"/>
                    <wp:lineTo x="20698" y="20813"/>
                    <wp:lineTo x="20756" y="20756"/>
                    <wp:lineTo x="20813" y="20698"/>
                    <wp:lineTo x="20868" y="20638"/>
                    <wp:lineTo x="20922" y="20577"/>
                    <wp:lineTo x="20975" y="20515"/>
                    <wp:lineTo x="21026" y="20452"/>
                    <wp:lineTo x="21075" y="20387"/>
                    <wp:lineTo x="21123" y="20321"/>
                    <wp:lineTo x="21170" y="20254"/>
                    <wp:lineTo x="21215" y="20186"/>
                    <wp:lineTo x="21258" y="20117"/>
                    <wp:lineTo x="21300" y="20046"/>
                    <wp:lineTo x="21340" y="19975"/>
                    <wp:lineTo x="21378" y="19902"/>
                    <wp:lineTo x="21415" y="19828"/>
                    <wp:lineTo x="21450" y="19754"/>
                    <wp:lineTo x="21483" y="19678"/>
                    <wp:lineTo x="21514" y="19602"/>
                    <wp:lineTo x="21544" y="19524"/>
                    <wp:lineTo x="21571" y="19446"/>
                    <wp:lineTo x="21597" y="19367"/>
                    <wp:lineTo x="21621" y="19287"/>
                    <wp:lineTo x="21643" y="19206"/>
                    <wp:lineTo x="21663" y="19124"/>
                    <wp:lineTo x="21681" y="19042"/>
                    <wp:lineTo x="21697" y="18959"/>
                    <wp:lineTo x="21711" y="18875"/>
                    <wp:lineTo x="21723" y="18791"/>
                    <wp:lineTo x="21732" y="18706"/>
                    <wp:lineTo x="21740" y="18620"/>
                    <wp:lineTo x="21745" y="18534"/>
                    <wp:lineTo x="21749" y="18447"/>
                    <wp:lineTo x="21750" y="18359"/>
                    <wp:lineTo x="21750" y="3240"/>
                    <wp:lineTo x="21749" y="3153"/>
                    <wp:lineTo x="21745" y="3066"/>
                    <wp:lineTo x="21740" y="2980"/>
                    <wp:lineTo x="21732" y="2894"/>
                    <wp:lineTo x="21723" y="2809"/>
                    <wp:lineTo x="21711" y="2725"/>
                    <wp:lineTo x="21697" y="2641"/>
                    <wp:lineTo x="21681" y="2558"/>
                    <wp:lineTo x="21663" y="2475"/>
                    <wp:lineTo x="21643" y="2394"/>
                    <wp:lineTo x="21621" y="2313"/>
                    <wp:lineTo x="21597" y="2233"/>
                    <wp:lineTo x="21571" y="2154"/>
                    <wp:lineTo x="21544" y="2075"/>
                    <wp:lineTo x="21514" y="1998"/>
                    <wp:lineTo x="21483" y="1922"/>
                    <wp:lineTo x="21450" y="1846"/>
                    <wp:lineTo x="21415" y="1771"/>
                    <wp:lineTo x="21378" y="1698"/>
                    <wp:lineTo x="21340" y="1625"/>
                    <wp:lineTo x="21300" y="1554"/>
                    <wp:lineTo x="21258" y="1483"/>
                    <wp:lineTo x="21215" y="1414"/>
                    <wp:lineTo x="21170" y="1346"/>
                    <wp:lineTo x="21123" y="1279"/>
                    <wp:lineTo x="21075" y="1213"/>
                    <wp:lineTo x="21026" y="1148"/>
                    <wp:lineTo x="20975" y="1085"/>
                    <wp:lineTo x="20922" y="1023"/>
                    <wp:lineTo x="20868" y="962"/>
                    <wp:lineTo x="20813" y="902"/>
                    <wp:lineTo x="20756" y="844"/>
                    <wp:lineTo x="20698" y="787"/>
                    <wp:lineTo x="20638" y="732"/>
                    <wp:lineTo x="20577" y="678"/>
                    <wp:lineTo x="20515" y="625"/>
                    <wp:lineTo x="20452" y="574"/>
                    <wp:lineTo x="20387" y="525"/>
                    <wp:lineTo x="20321" y="477"/>
                    <wp:lineTo x="20254" y="430"/>
                    <wp:lineTo x="20186" y="385"/>
                    <wp:lineTo x="20117" y="342"/>
                    <wp:lineTo x="20046" y="300"/>
                    <wp:lineTo x="19975" y="260"/>
                    <wp:lineTo x="19902" y="222"/>
                    <wp:lineTo x="19828" y="185"/>
                    <wp:lineTo x="19754" y="150"/>
                    <wp:lineTo x="19678" y="117"/>
                    <wp:lineTo x="19602" y="86"/>
                    <wp:lineTo x="19524" y="56"/>
                    <wp:lineTo x="19446" y="29"/>
                    <wp:lineTo x="19367" y="3"/>
                    <wp:lineTo x="19287" y="-21"/>
                    <wp:lineTo x="19206" y="-43"/>
                    <wp:lineTo x="19124" y="-63"/>
                    <wp:lineTo x="19042" y="-81"/>
                    <wp:lineTo x="18959" y="-97"/>
                    <wp:lineTo x="18875" y="-111"/>
                    <wp:lineTo x="18791" y="-123"/>
                    <wp:lineTo x="18706" y="-133"/>
                    <wp:lineTo x="18620" y="-140"/>
                    <wp:lineTo x="18534" y="-146"/>
                    <wp:lineTo x="18447" y="-149"/>
                    <wp:lineTo x="18359" y="-150"/>
                    <wp:lineTo x="3240" y="-150"/>
                  </wp:wrapPolygon>
                </wp:wrapThrough>
                <wp:docPr id="1073741825" name="officeArt object" descr="officeArt object"/>
                <wp:cNvGraphicFramePr/>
                <a:graphic xmlns:a="http://schemas.openxmlformats.org/drawingml/2006/main">
                  <a:graphicData uri="http://schemas.microsoft.com/office/word/2010/wordprocessingShape">
                    <wps:wsp>
                      <wps:cNvSpPr/>
                      <wps:spPr>
                        <a:xfrm>
                          <a:off x="0" y="0"/>
                          <a:ext cx="1828020" cy="1828020"/>
                        </a:xfrm>
                        <a:prstGeom prst="roundRect">
                          <a:avLst>
                            <a:gd name="adj" fmla="val 15000"/>
                          </a:avLst>
                        </a:prstGeom>
                        <a:solidFill>
                          <a:srgbClr val="FFFFFF"/>
                        </a:solidFill>
                        <a:ln w="25400" cap="flat">
                          <a:solidFill>
                            <a:srgbClr val="DDDDDD"/>
                          </a:solidFill>
                          <a:prstDash val="solid"/>
                          <a:round/>
                        </a:ln>
                        <a:effectLst/>
                      </wps:spPr>
                      <wps:bodyPr/>
                    </wps:wsp>
                  </a:graphicData>
                </a:graphic>
              </wp:anchor>
            </w:drawing>
          </mc:Choice>
          <mc:Fallback>
            <w:pict>
              <v:roundrect w14:anchorId="6832F432" id="officeArt object" o:spid="_x0000_s1026" alt="officeArt object" style="position:absolute;margin-left:393.05pt;margin-top:15.1pt;width:143.95pt;height:143.95pt;z-index:251659264;visibility:visible;mso-wrap-style:square;mso-wrap-distance-left:12pt;mso-wrap-distance-top:12pt;mso-wrap-distance-right:12pt;mso-wrap-distance-bottom:12pt;mso-position-horizontal:absolute;mso-position-horizontal-relative:page;mso-position-vertical:absolute;mso-position-vertical-relative:line;v-text-anchor:top" arcsize="9830f" wrapcoords="3239 -150 3152 -149 3065 -146 2979 -140 2893 -133 2808 -123 2724 -111 2640 -97 2557 -81 2474 -63 2393 -43 2312 -21 2232 3 2153 29 2074 56 1997 86 1921 117 1845 150 1770 185 1697 222 1624 260 1553 300 1482 342 1414 385 1346 430 1279 477 1213 525 1148 574 1085 625 1023 678 962 732 902 787 844 844 787 902 732 962 678 1023 625 1085 574 1148 525 1213 477 1279 430 1346 385 1414 342 1482 300 1553 260 1624 222 1697 185 1770 150 1845 117 1921 86 1997 56 2074 29 2153 3 2232 -21 2312 -43 2393 -63 2474 -81 2557 -97 2640 -111 2724 -123 2808 -133 2893 -140 2979 -146 3065 -149 3152 -150 3239 -150 18353 -149 18441 -146 18528 -140 18614 -133 18700 -123 18784 -111 18868 -97 18952 -81 19035 -63 19117 -43 19199 -21 19280 3 19360 29 19439 56 19517 86 19595 117 19671 150 19747 185 19821 222 19895 260 19968 300 20039 342 20110 385 20179 430 20247 477 20314 525 20380 574 20445 625 20508 678 20570 732 20631 787 20691 844 20749 902 20806 962 20861 1023 20915 1085 20968 1148 21019 1213 21068 1279 21116 1346 21163 1414 21208 1482 21251 1553 21293 1624 21333 1697 21371 1770 21408 1845 21443 1921 21476 1997 21507 2074 21537 2153 21564 2232 21589 2312 21613 2393 21635 2474 21655 2557 21673 2640 21689 2724 21703 2808 21715 2893 21724 2979 21732 3065 21737 3152 21741 3239 21742 18353 21742 18441 21741 18528 21737 18614 21732 18700 21724 18784 21715 18868 21703 18952 21689 19035 21673 19117 21655 19199 21635 19280 21613 19360 21589 19439 21564 19517 21537 19595 21507 19671 21476 19747 21443 19821 21408 19895 21371 19968 21333 20039 21293 20110 21251 20179 21208 20247 21163 20314 21116 20380 21068 20445 21019 20508 20968 20570 20915 20631 20861 20691 20806 20749 20749 20806 20691 20861 20631 20915 20570 20968 20508 21019 20445 21068 20380 21116 20314 21163 20247 21208 20179 21251 20110 21293 20039 21333 19968 21371 19895 21408 19821 21443 19747 21476 19671 21507 19595 21537 19517 21564 19439 21589 19360 21613 19280 21635 19199 21655 19117 21673 19035 21689 18952 21703 18868 21715 18784 21724 18700 21732 18614 21737 18528 21741 18441 21742 18353 21742 3239 21741 3152 21737 3065 21732 2979 21724 2893 21715 2808 21703 2724 21689 2640 21673 2557 21655 2474 21635 2393 21613 2312 21589 2232 21564 2153 21537 2074 21507 1997 21476 1921 21443 1845 21408 1770 21371 1697 21333 1624 21293 1553 21251 1482 21208 1414 21163 1346 21116 1279 21068 1213 21019 1148 20968 1085 20915 1023 20861 962 20806 902 20749 844 20691 787 20631 732 20570 678 20508 625 20445 574 20380 525 20314 477 20247 430 20179 385 20110 342 20039 300 19968 260 19895 222 19821 185 19747 150 19671 117 19595 86 19517 56 19439 29 19360 3 19280 -21 19199 -43 19117 -63 19035 -81 18952 -97 18868 -111 18784 -123 18700 -133 18614 -140 18528 -146 18441 -149 18353 -150 3239 -1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" strokecolor="#ddd" strokeweight="2pt">
                <w10:wrap type="through" anchorx="page" anchory="line"/>
              </v:roundrect>
            </w:pict>
          </mc:Fallback>
        </mc:AlternateContent>
      </w:r>
    </w:p>
    <w:p w14:paraId="5D5DE7AB" w14:textId="77777777" w:rsidR="0002662E" w:rsidRDefault="0002662E">
      <w:pPr>
        <w:pStyle w:val="Nadpis1"/>
        <w:jc w:val="center"/>
        <w:rPr>
          <w:rFonts w:ascii="Segoe UI Light" w:eastAsia="Segoe UI Light" w:hAnsi="Segoe UI Light" w:cs="Segoe UI Light"/>
          <w:sz w:val="36"/>
          <w:szCs w:val="36"/>
        </w:rPr>
      </w:pPr>
    </w:p>
    <w:p w14:paraId="768D6F4C" w14:textId="77777777" w:rsidR="0002662E" w:rsidRDefault="0002662E">
      <w:pPr>
        <w:pStyle w:val="Nadpis1"/>
        <w:jc w:val="center"/>
        <w:rPr>
          <w:rFonts w:ascii="Segoe UI Light" w:eastAsia="Segoe UI Light" w:hAnsi="Segoe UI Light" w:cs="Segoe UI Light"/>
          <w:sz w:val="36"/>
          <w:szCs w:val="36"/>
        </w:rPr>
      </w:pPr>
    </w:p>
    <w:p w14:paraId="2AF3B132" w14:textId="77777777" w:rsidR="0002662E" w:rsidRDefault="0002662E">
      <w:pPr>
        <w:pStyle w:val="Nadpis1"/>
        <w:jc w:val="center"/>
        <w:rPr>
          <w:rFonts w:ascii="Segoe UI Light" w:eastAsia="Segoe UI Light" w:hAnsi="Segoe UI Light" w:cs="Segoe UI Light"/>
          <w:sz w:val="36"/>
          <w:szCs w:val="36"/>
        </w:rPr>
      </w:pPr>
    </w:p>
    <w:p w14:paraId="61E184EF" w14:textId="77777777" w:rsidR="0002662E" w:rsidRDefault="0002662E">
      <w:pPr>
        <w:pStyle w:val="Nadpis1"/>
        <w:jc w:val="center"/>
        <w:rPr>
          <w:rFonts w:ascii="Segoe UI Light" w:eastAsia="Segoe UI Light" w:hAnsi="Segoe UI Light" w:cs="Segoe UI Light"/>
          <w:sz w:val="36"/>
          <w:szCs w:val="36"/>
        </w:rPr>
      </w:pPr>
    </w:p>
    <w:p w14:paraId="23B5A063" w14:textId="77777777" w:rsidR="0002662E" w:rsidRDefault="0002662E">
      <w:pPr>
        <w:pStyle w:val="Nadpis1"/>
        <w:jc w:val="center"/>
        <w:rPr>
          <w:rFonts w:ascii="Segoe UI Light" w:eastAsia="Segoe UI Light" w:hAnsi="Segoe UI Light" w:cs="Segoe UI Light"/>
          <w:sz w:val="36"/>
          <w:szCs w:val="36"/>
        </w:rPr>
      </w:pPr>
    </w:p>
    <w:p w14:paraId="09D6CE75" w14:textId="369DD4AF" w:rsidR="0002662E" w:rsidRPr="0026574A" w:rsidRDefault="002F7D02" w:rsidP="00577FDE">
      <w:pPr>
        <w:pStyle w:val="Nadpis1"/>
        <w:jc w:val="center"/>
        <w:rPr>
          <w:rFonts w:ascii="Segoe UI Light" w:eastAsia="Segoe UI Light" w:hAnsi="Segoe UI Light" w:cs="Segoe UI Light"/>
        </w:rPr>
      </w:pP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r>
        <w:rPr>
          <w:rFonts w:ascii="Segoe UI Light" w:eastAsia="Segoe UI Light" w:hAnsi="Segoe UI Light" w:cs="Segoe UI Light"/>
        </w:rPr>
        <w:tab/>
      </w:r>
    </w:p>
    <w:p w14:paraId="07912213" w14:textId="77777777" w:rsidR="001B0D47" w:rsidRPr="00817364" w:rsidRDefault="001B0D47" w:rsidP="001B0D47">
      <w:pPr>
        <w:pStyle w:val="Nadpis1"/>
        <w:jc w:val="right"/>
        <w:rPr>
          <w:b w:val="0"/>
          <w:bCs w:val="0"/>
        </w:rPr>
      </w:pPr>
      <w:proofErr w:type="spellStart"/>
      <w:r w:rsidRPr="00817364">
        <w:t>Ipoka</w:t>
      </w:r>
      <w:proofErr w:type="spellEnd"/>
      <w:r w:rsidRPr="00817364">
        <w:t xml:space="preserve"> s.r.o.</w:t>
      </w:r>
    </w:p>
    <w:p w14:paraId="65D4EF98" w14:textId="77777777" w:rsidR="001B0D47" w:rsidRPr="00B75694" w:rsidRDefault="001B0D47" w:rsidP="001B0D47">
      <w:pPr>
        <w:jc w:val="right"/>
      </w:pPr>
      <w:r>
        <w:t>Blanky Waleské 558, 281 02 Cerhenice</w:t>
      </w:r>
    </w:p>
    <w:p w14:paraId="34F87901" w14:textId="77777777" w:rsidR="001B0D47" w:rsidRDefault="001B0D47" w:rsidP="001B0D47">
      <w:pPr>
        <w:pStyle w:val="TextA"/>
        <w:jc w:val="right"/>
      </w:pPr>
      <w:r w:rsidRPr="00B75694">
        <w:t>Vypracoval: Lukáš Nevole</w:t>
      </w:r>
    </w:p>
    <w:p w14:paraId="3B46EC96" w14:textId="27CCAD52" w:rsidR="001B0D47" w:rsidRPr="00B75694" w:rsidRDefault="001B0D47" w:rsidP="001B0D47">
      <w:pPr>
        <w:pStyle w:val="TextA"/>
        <w:jc w:val="right"/>
      </w:pPr>
      <w:r w:rsidRPr="00B75694">
        <w:t xml:space="preserve">Datum: </w:t>
      </w:r>
      <w:r w:rsidR="0026574A">
        <w:t>0</w:t>
      </w:r>
      <w:r w:rsidR="005A1B8B">
        <w:t>7</w:t>
      </w:r>
      <w:r w:rsidRPr="00B75694">
        <w:t>/202</w:t>
      </w:r>
      <w:r w:rsidR="0026574A">
        <w:t>2</w:t>
      </w:r>
    </w:p>
    <w:p w14:paraId="2EAEAA24" w14:textId="77777777" w:rsidR="0002662E" w:rsidRDefault="005A27E8" w:rsidP="005A27E8">
      <w:pPr>
        <w:pStyle w:val="Nadpis1"/>
        <w:tabs>
          <w:tab w:val="left" w:pos="5716"/>
        </w:tabs>
        <w:rPr>
          <w:rFonts w:ascii="Segoe UI Light" w:eastAsia="Segoe UI Light" w:hAnsi="Segoe UI Light" w:cs="Segoe UI Light"/>
          <w:b w:val="0"/>
          <w:bCs w:val="0"/>
        </w:rPr>
      </w:pPr>
      <w:r>
        <w:rPr>
          <w:rFonts w:ascii="Segoe UI Light" w:eastAsia="Segoe UI Light" w:hAnsi="Segoe UI Light" w:cs="Segoe UI Light"/>
          <w:b w:val="0"/>
          <w:bCs w:val="0"/>
        </w:rPr>
        <w:tab/>
      </w:r>
      <w:r>
        <w:rPr>
          <w:rFonts w:ascii="Segoe UI Light" w:eastAsia="Segoe UI Light" w:hAnsi="Segoe UI Light" w:cs="Segoe UI Light"/>
          <w:b w:val="0"/>
          <w:bCs w:val="0"/>
        </w:rPr>
        <w:tab/>
      </w:r>
      <w:r>
        <w:rPr>
          <w:rFonts w:ascii="Segoe UI Light" w:eastAsia="Segoe UI Light" w:hAnsi="Segoe UI Light" w:cs="Segoe UI Light"/>
          <w:noProof/>
          <w:sz w:val="20"/>
          <w:szCs w:val="20"/>
        </w:rPr>
        <mc:AlternateContent>
          <mc:Choice Requires="wps">
            <w:drawing>
              <wp:anchor distT="152400" distB="152400" distL="152400" distR="152400" simplePos="0" relativeHeight="251661312" behindDoc="0" locked="0" layoutInCell="1" allowOverlap="1" wp14:anchorId="7AFBFB9F" wp14:editId="2FF105BD">
                <wp:simplePos x="0" y="0"/>
                <wp:positionH relativeFrom="page">
                  <wp:posOffset>914400</wp:posOffset>
                </wp:positionH>
                <wp:positionV relativeFrom="line">
                  <wp:posOffset>367030</wp:posOffset>
                </wp:positionV>
                <wp:extent cx="6120059" cy="0"/>
                <wp:effectExtent l="0" t="0" r="0" b="0"/>
                <wp:wrapTopAndBottom distT="152400" distB="152400"/>
                <wp:docPr id="1073741826" name="officeArt object" descr="officeArt object"/>
                <wp:cNvGraphicFramePr/>
                <a:graphic xmlns:a="http://schemas.openxmlformats.org/drawingml/2006/main">
                  <a:graphicData uri="http://schemas.microsoft.com/office/word/2010/wordprocessingShape">
                    <wps:wsp>
                      <wps:cNvCnPr/>
                      <wps:spPr>
                        <a:xfrm>
                          <a:off x="0" y="0"/>
                          <a:ext cx="6120059" cy="0"/>
                        </a:xfrm>
                        <a:prstGeom prst="line">
                          <a:avLst/>
                        </a:prstGeom>
                        <a:noFill/>
                        <a:ln w="6350" cap="flat">
                          <a:solidFill>
                            <a:srgbClr val="000000"/>
                          </a:solidFill>
                          <a:prstDash val="solid"/>
                          <a:miter lim="400000"/>
                        </a:ln>
                        <a:effectLst/>
                      </wps:spPr>
                      <wps:bodyPr/>
                    </wps:wsp>
                  </a:graphicData>
                </a:graphic>
              </wp:anchor>
            </w:drawing>
          </mc:Choice>
          <mc:Fallback>
            <w:pict>
              <v:line w14:anchorId="6BC34C67" id="officeArt object" o:spid="_x0000_s1026" alt="officeArt object" style="position:absolute;z-index:251661312;visibility:visible;mso-wrap-style:square;mso-wrap-distance-left:12pt;mso-wrap-distance-top:12pt;mso-wrap-distance-right:12pt;mso-wrap-distance-bottom:12pt;mso-position-horizontal:absolute;mso-position-horizontal-relative:page;mso-position-vertical:absolute;mso-position-vertical-relative:line" from="1in,28.9pt" to="553.9pt,28.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" strokeweight=".5pt">
                <v:stroke miterlimit="4" joinstyle="miter"/>
                <w10:wrap type="topAndBottom" anchorx="page" anchory="line"/>
              </v:line>
            </w:pict>
          </mc:Fallback>
        </mc:AlternateContent>
      </w:r>
    </w:p>
    <w:p w14:paraId="7DC2045C" w14:textId="77777777" w:rsidR="0002662E" w:rsidRDefault="002F7D02">
      <w:pPr>
        <w:pStyle w:val="Nadpis"/>
        <w:pageBreakBefore/>
        <w:numPr>
          <w:ilvl w:val="0"/>
          <w:numId w:val="2"/>
        </w:numPr>
        <w:rPr>
          <w:rFonts w:ascii="Segoe UI Light" w:eastAsia="Segoe UI Light" w:hAnsi="Segoe UI Light" w:cs="Segoe UI Light"/>
        </w:rPr>
      </w:pPr>
      <w:r>
        <w:rPr>
          <w:rFonts w:ascii="Segoe UI Light" w:eastAsia="Segoe UI Light" w:hAnsi="Segoe UI Light" w:cs="Segoe UI Light"/>
        </w:rPr>
        <w:lastRenderedPageBreak/>
        <w:t>Průvodní zpráva</w:t>
      </w:r>
    </w:p>
    <w:p w14:paraId="172E4319" w14:textId="77777777" w:rsidR="0002662E" w:rsidRDefault="002F7D02">
      <w:pPr>
        <w:pStyle w:val="Nadpis2"/>
        <w:numPr>
          <w:ilvl w:val="1"/>
          <w:numId w:val="2"/>
        </w:numPr>
        <w:rPr>
          <w:rFonts w:ascii="Segoe UI Light" w:eastAsia="Segoe UI Light" w:hAnsi="Segoe UI Light" w:cs="Segoe UI Light"/>
        </w:rPr>
      </w:pPr>
      <w:r>
        <w:rPr>
          <w:rFonts w:ascii="Segoe UI Light" w:eastAsia="Segoe UI Light" w:hAnsi="Segoe UI Light" w:cs="Segoe UI Light"/>
        </w:rPr>
        <w:t>Identifikační údaje</w:t>
      </w:r>
    </w:p>
    <w:p w14:paraId="64D0CB5B" w14:textId="77777777" w:rsidR="0002662E" w:rsidRDefault="002F7D02">
      <w:pPr>
        <w:pStyle w:val="Nadpis3"/>
        <w:numPr>
          <w:ilvl w:val="2"/>
          <w:numId w:val="2"/>
        </w:numPr>
        <w:rPr>
          <w:rFonts w:ascii="Segoe UI Light" w:eastAsia="Segoe UI Light" w:hAnsi="Segoe UI Light" w:cs="Segoe UI Light"/>
        </w:rPr>
      </w:pPr>
      <w:r>
        <w:rPr>
          <w:rFonts w:ascii="Segoe UI Light" w:eastAsia="Segoe UI Light" w:hAnsi="Segoe UI Light" w:cs="Segoe UI Light"/>
        </w:rPr>
        <w:t>Údaje o stavbě</w:t>
      </w:r>
    </w:p>
    <w:p w14:paraId="39164185" w14:textId="3C0B6689" w:rsidR="005813E9" w:rsidRPr="005A1B8B" w:rsidRDefault="002F7D02" w:rsidP="005813E9">
      <w:pPr>
        <w:pStyle w:val="Nadpis4"/>
        <w:numPr>
          <w:ilvl w:val="3"/>
          <w:numId w:val="2"/>
        </w:numPr>
        <w:rPr>
          <w:rFonts w:ascii="Segoe UI Light" w:eastAsia="Segoe UI Light" w:hAnsi="Segoe UI Light" w:cs="Segoe UI Light"/>
          <w:color w:val="0070C0"/>
          <w:u w:color="0070C0"/>
          <w:shd w:val="clear" w:color="auto" w:fill="FEFEFE"/>
        </w:rPr>
      </w:pPr>
      <w:r w:rsidRPr="005813E9">
        <w:rPr>
          <w:rFonts w:ascii="Segoe UI Light" w:eastAsia="Segoe UI Light" w:hAnsi="Segoe UI Light" w:cs="Segoe UI Light"/>
        </w:rPr>
        <w:t xml:space="preserve">název stavby: </w:t>
      </w:r>
      <w:r w:rsidR="005A1B8B" w:rsidRPr="005A1B8B">
        <w:rPr>
          <w:rFonts w:ascii="Segoe UI Light" w:eastAsia="Segoe UI Light" w:hAnsi="Segoe UI Light" w:cs="Segoe UI Light"/>
          <w:color w:val="0070C0"/>
          <w:u w:color="0070C0"/>
          <w:shd w:val="clear" w:color="auto" w:fill="FEFEFE"/>
        </w:rPr>
        <w:t>Modernizace učebny fyziky</w:t>
      </w:r>
      <w:r w:rsidR="001270DD">
        <w:rPr>
          <w:rFonts w:ascii="Segoe UI Light" w:eastAsia="Segoe UI Light" w:hAnsi="Segoe UI Light" w:cs="Segoe UI Light"/>
          <w:color w:val="0070C0"/>
          <w:u w:color="0070C0"/>
          <w:shd w:val="clear" w:color="auto" w:fill="FEFEFE"/>
        </w:rPr>
        <w:t xml:space="preserve">, </w:t>
      </w:r>
      <w:r w:rsidR="005A1B8B" w:rsidRPr="005A1B8B">
        <w:rPr>
          <w:rFonts w:ascii="Segoe UI Light" w:eastAsia="Segoe UI Light" w:hAnsi="Segoe UI Light" w:cs="Segoe UI Light"/>
          <w:color w:val="0070C0"/>
          <w:u w:color="0070C0"/>
          <w:shd w:val="clear" w:color="auto" w:fill="FEFEFE"/>
        </w:rPr>
        <w:t>chemie</w:t>
      </w:r>
      <w:r w:rsidR="005A1B8B">
        <w:rPr>
          <w:rFonts w:ascii="Segoe UI Light" w:eastAsia="Segoe UI Light" w:hAnsi="Segoe UI Light" w:cs="Segoe UI Light"/>
          <w:color w:val="0070C0"/>
          <w:u w:color="0070C0"/>
          <w:shd w:val="clear" w:color="auto" w:fill="FEFEFE"/>
        </w:rPr>
        <w:t xml:space="preserve"> a odborného kabinetu</w:t>
      </w:r>
      <w:r w:rsidR="005A1B8B" w:rsidRPr="005A1B8B">
        <w:rPr>
          <w:rFonts w:ascii="Segoe UI Light" w:eastAsia="Segoe UI Light" w:hAnsi="Segoe UI Light" w:cs="Segoe UI Light"/>
          <w:color w:val="0070C0"/>
          <w:u w:color="0070C0"/>
          <w:shd w:val="clear" w:color="auto" w:fill="FEFEFE"/>
        </w:rPr>
        <w:t xml:space="preserve"> na ZŠ Dobrovského č.p. 630 </w:t>
      </w:r>
    </w:p>
    <w:p w14:paraId="25DC4E87" w14:textId="77777777" w:rsidR="0002662E" w:rsidRPr="005813E9" w:rsidRDefault="002F7D02" w:rsidP="005813E9">
      <w:pPr>
        <w:pStyle w:val="Nadpis4"/>
        <w:numPr>
          <w:ilvl w:val="3"/>
          <w:numId w:val="2"/>
        </w:numPr>
        <w:rPr>
          <w:rFonts w:ascii="Segoe UI Light" w:eastAsia="Segoe UI Light" w:hAnsi="Segoe UI Light" w:cs="Segoe UI Light"/>
        </w:rPr>
      </w:pPr>
      <w:r w:rsidRPr="005813E9">
        <w:rPr>
          <w:rFonts w:ascii="Segoe UI Light" w:eastAsia="Segoe UI Light" w:hAnsi="Segoe UI Light" w:cs="Segoe UI Light"/>
        </w:rPr>
        <w:t>místo stavby (adresa, čísla popisná, katastrální území, parcelní čísla pozemků)</w:t>
      </w:r>
      <w:r w:rsidRPr="005813E9">
        <w:rPr>
          <w:rFonts w:ascii="Segoe UI Light" w:eastAsia="Segoe UI Light" w:hAnsi="Segoe UI Light" w:cs="Segoe UI Light"/>
          <w:shd w:val="clear" w:color="auto" w:fill="FEFEFE"/>
        </w:rPr>
        <w:t xml:space="preserve">:              </w:t>
      </w:r>
    </w:p>
    <w:p w14:paraId="0FBD6843" w14:textId="7AE00D51" w:rsidR="0002662E" w:rsidRPr="005813E9" w:rsidRDefault="005A1B8B" w:rsidP="001B0D47">
      <w:pPr>
        <w:pStyle w:val="Nadpis4"/>
        <w:ind w:left="1134" w:firstLine="0"/>
        <w:rPr>
          <w:rFonts w:ascii="Segoe UI Light" w:eastAsia="Segoe UI Light" w:hAnsi="Segoe UI Light" w:cs="Segoe UI Light"/>
        </w:rPr>
      </w:pPr>
      <w:r>
        <w:rPr>
          <w:rFonts w:ascii="Segoe UI Light" w:eastAsia="Segoe UI Light" w:hAnsi="Segoe UI Light" w:cs="Segoe UI Light"/>
          <w:color w:val="0070C0"/>
          <w:u w:color="0070C0"/>
          <w:shd w:val="clear" w:color="auto" w:fill="FEFEFE"/>
        </w:rPr>
        <w:t>Město Lanšk</w:t>
      </w:r>
      <w:r w:rsidR="00F25221">
        <w:rPr>
          <w:rFonts w:ascii="Segoe UI Light" w:eastAsia="Segoe UI Light" w:hAnsi="Segoe UI Light" w:cs="Segoe UI Light"/>
          <w:color w:val="0070C0"/>
          <w:u w:color="0070C0"/>
          <w:shd w:val="clear" w:color="auto" w:fill="FEFEFE"/>
        </w:rPr>
        <w:t>roun</w:t>
      </w:r>
      <w:r w:rsidR="0026574A">
        <w:rPr>
          <w:rFonts w:ascii="Segoe UI Light" w:eastAsia="Segoe UI Light" w:hAnsi="Segoe UI Light" w:cs="Segoe UI Light"/>
          <w:color w:val="0070C0"/>
          <w:u w:color="0070C0"/>
          <w:shd w:val="clear" w:color="auto" w:fill="FEFEFE"/>
        </w:rPr>
        <w:t xml:space="preserve">, </w:t>
      </w:r>
      <w:r>
        <w:rPr>
          <w:rFonts w:ascii="Segoe UI Light" w:eastAsia="Segoe UI Light" w:hAnsi="Segoe UI Light" w:cs="Segoe UI Light"/>
          <w:color w:val="0070C0"/>
          <w:u w:color="0070C0"/>
          <w:shd w:val="clear" w:color="auto" w:fill="FEFEFE"/>
        </w:rPr>
        <w:t xml:space="preserve">Žichlínské předměstí [78956], </w:t>
      </w:r>
      <w:r w:rsidR="0026574A">
        <w:rPr>
          <w:rFonts w:ascii="Segoe UI Light" w:eastAsia="Segoe UI Light" w:hAnsi="Segoe UI Light" w:cs="Segoe UI Light"/>
          <w:color w:val="0070C0"/>
          <w:u w:color="0070C0"/>
          <w:shd w:val="clear" w:color="auto" w:fill="FEFEFE"/>
        </w:rPr>
        <w:t xml:space="preserve">Ulice </w:t>
      </w:r>
      <w:r>
        <w:rPr>
          <w:rFonts w:ascii="Segoe UI Light" w:eastAsia="Segoe UI Light" w:hAnsi="Segoe UI Light" w:cs="Segoe UI Light"/>
          <w:color w:val="0070C0"/>
          <w:u w:color="0070C0"/>
          <w:shd w:val="clear" w:color="auto" w:fill="FEFEFE"/>
        </w:rPr>
        <w:t>Dobrovského</w:t>
      </w:r>
      <w:r w:rsidR="00ED78FA">
        <w:rPr>
          <w:rFonts w:ascii="Segoe UI Light" w:eastAsia="Segoe UI Light" w:hAnsi="Segoe UI Light" w:cs="Segoe UI Light"/>
          <w:color w:val="0070C0"/>
          <w:u w:color="0070C0"/>
          <w:shd w:val="clear" w:color="auto" w:fill="FEFEFE"/>
        </w:rPr>
        <w:t xml:space="preserve">, </w:t>
      </w:r>
      <w:proofErr w:type="spellStart"/>
      <w:r w:rsidR="00ED78FA">
        <w:rPr>
          <w:rFonts w:ascii="Segoe UI Light" w:eastAsia="Segoe UI Light" w:hAnsi="Segoe UI Light" w:cs="Segoe UI Light"/>
          <w:color w:val="0070C0"/>
          <w:u w:color="0070C0"/>
          <w:shd w:val="clear" w:color="auto" w:fill="FEFEFE"/>
        </w:rPr>
        <w:t>st.p</w:t>
      </w:r>
      <w:r w:rsidR="0026574A">
        <w:rPr>
          <w:rFonts w:ascii="Segoe UI Light" w:eastAsia="Segoe UI Light" w:hAnsi="Segoe UI Light" w:cs="Segoe UI Light"/>
          <w:color w:val="0070C0"/>
          <w:u w:color="0070C0"/>
          <w:shd w:val="clear" w:color="auto" w:fill="FEFEFE"/>
        </w:rPr>
        <w:t>arc</w:t>
      </w:r>
      <w:r w:rsidR="00ED78FA">
        <w:rPr>
          <w:rFonts w:ascii="Segoe UI Light" w:eastAsia="Segoe UI Light" w:hAnsi="Segoe UI Light" w:cs="Segoe UI Light"/>
          <w:color w:val="0070C0"/>
          <w:u w:color="0070C0"/>
          <w:shd w:val="clear" w:color="auto" w:fill="FEFEFE"/>
        </w:rPr>
        <w:t>.č</w:t>
      </w:r>
      <w:proofErr w:type="spellEnd"/>
      <w:r w:rsidR="00ED78FA">
        <w:rPr>
          <w:rFonts w:ascii="Segoe UI Light" w:eastAsia="Segoe UI Light" w:hAnsi="Segoe UI Light" w:cs="Segoe UI Light"/>
          <w:color w:val="0070C0"/>
          <w:u w:color="0070C0"/>
          <w:shd w:val="clear" w:color="auto" w:fill="FEFEFE"/>
        </w:rPr>
        <w:t>.</w:t>
      </w:r>
      <w:r>
        <w:rPr>
          <w:rFonts w:ascii="Segoe UI Light" w:eastAsia="Segoe UI Light" w:hAnsi="Segoe UI Light" w:cs="Segoe UI Light"/>
          <w:color w:val="0070C0"/>
          <w:u w:color="0070C0"/>
          <w:shd w:val="clear" w:color="auto" w:fill="FEFEFE"/>
        </w:rPr>
        <w:t xml:space="preserve"> 1275/1</w:t>
      </w:r>
      <w:r w:rsidR="00ED78FA">
        <w:rPr>
          <w:rFonts w:ascii="Segoe UI Light" w:eastAsia="Segoe UI Light" w:hAnsi="Segoe UI Light" w:cs="Segoe UI Light"/>
          <w:color w:val="0070C0"/>
          <w:u w:color="0070C0"/>
          <w:shd w:val="clear" w:color="auto" w:fill="FEFEFE"/>
        </w:rPr>
        <w:t xml:space="preserve">, </w:t>
      </w:r>
      <w:proofErr w:type="spellStart"/>
      <w:r w:rsidR="00ED78FA">
        <w:rPr>
          <w:rFonts w:ascii="Segoe UI Light" w:eastAsia="Segoe UI Light" w:hAnsi="Segoe UI Light" w:cs="Segoe UI Light"/>
          <w:color w:val="0070C0"/>
          <w:u w:color="0070C0"/>
          <w:shd w:val="clear" w:color="auto" w:fill="FEFEFE"/>
        </w:rPr>
        <w:t>k.ú</w:t>
      </w:r>
      <w:proofErr w:type="spellEnd"/>
      <w:r w:rsidR="00ED78FA">
        <w:rPr>
          <w:rFonts w:ascii="Segoe UI Light" w:eastAsia="Segoe UI Light" w:hAnsi="Segoe UI Light" w:cs="Segoe UI Light"/>
          <w:color w:val="0070C0"/>
          <w:u w:color="0070C0"/>
          <w:shd w:val="clear" w:color="auto" w:fill="FEFEFE"/>
        </w:rPr>
        <w:t xml:space="preserve">. </w:t>
      </w:r>
      <w:r>
        <w:rPr>
          <w:rFonts w:ascii="Segoe UI Light" w:eastAsia="Segoe UI Light" w:hAnsi="Segoe UI Light" w:cs="Segoe UI Light"/>
          <w:color w:val="0070C0"/>
          <w:u w:color="0070C0"/>
          <w:shd w:val="clear" w:color="auto" w:fill="FEFEFE"/>
        </w:rPr>
        <w:t>Lanšk</w:t>
      </w:r>
      <w:r w:rsidR="00F25221">
        <w:rPr>
          <w:rFonts w:ascii="Segoe UI Light" w:eastAsia="Segoe UI Light" w:hAnsi="Segoe UI Light" w:cs="Segoe UI Light"/>
          <w:color w:val="0070C0"/>
          <w:u w:color="0070C0"/>
          <w:shd w:val="clear" w:color="auto" w:fill="FEFEFE"/>
        </w:rPr>
        <w:t>rou</w:t>
      </w:r>
      <w:r>
        <w:rPr>
          <w:rFonts w:ascii="Segoe UI Light" w:eastAsia="Segoe UI Light" w:hAnsi="Segoe UI Light" w:cs="Segoe UI Light"/>
          <w:color w:val="0070C0"/>
          <w:u w:color="0070C0"/>
          <w:shd w:val="clear" w:color="auto" w:fill="FEFEFE"/>
        </w:rPr>
        <w:t>n</w:t>
      </w:r>
      <w:r w:rsidR="00ED78FA">
        <w:rPr>
          <w:rFonts w:ascii="Segoe UI Light" w:eastAsia="Segoe UI Light" w:hAnsi="Segoe UI Light" w:cs="Segoe UI Light"/>
          <w:color w:val="0070C0"/>
          <w:u w:color="0070C0"/>
          <w:shd w:val="clear" w:color="auto" w:fill="FEFEFE"/>
        </w:rPr>
        <w:t xml:space="preserve"> [</w:t>
      </w:r>
      <w:r>
        <w:rPr>
          <w:rFonts w:ascii="Segoe UI Light" w:eastAsia="Segoe UI Light" w:hAnsi="Segoe UI Light" w:cs="Segoe UI Light"/>
          <w:color w:val="0070C0"/>
          <w:u w:color="0070C0"/>
          <w:shd w:val="clear" w:color="auto" w:fill="FEFEFE"/>
        </w:rPr>
        <w:t>678929</w:t>
      </w:r>
      <w:r w:rsidR="00ED78FA">
        <w:rPr>
          <w:rFonts w:ascii="Segoe UI Light" w:eastAsia="Segoe UI Light" w:hAnsi="Segoe UI Light" w:cs="Segoe UI Light"/>
          <w:color w:val="0070C0"/>
          <w:u w:color="0070C0"/>
          <w:shd w:val="clear" w:color="auto" w:fill="FEFEFE"/>
        </w:rPr>
        <w:t>]</w:t>
      </w:r>
    </w:p>
    <w:p w14:paraId="7055964C" w14:textId="77777777" w:rsidR="0002662E" w:rsidRDefault="002F7D02">
      <w:pPr>
        <w:pStyle w:val="Nadpis4"/>
        <w:numPr>
          <w:ilvl w:val="3"/>
          <w:numId w:val="2"/>
        </w:numPr>
        <w:rPr>
          <w:rFonts w:ascii="Segoe UI Light" w:eastAsia="Segoe UI Light" w:hAnsi="Segoe UI Light" w:cs="Segoe UI Light"/>
          <w:color w:val="0070C0"/>
          <w:u w:color="0070C0"/>
        </w:rPr>
      </w:pPr>
      <w:r>
        <w:rPr>
          <w:rFonts w:ascii="Segoe UI Light" w:eastAsia="Segoe UI Light" w:hAnsi="Segoe UI Light" w:cs="Segoe UI Light"/>
        </w:rPr>
        <w:t xml:space="preserve">předmět projektové dokumentace: </w:t>
      </w:r>
    </w:p>
    <w:p w14:paraId="219EDF55" w14:textId="4375354B" w:rsidR="001B0D47" w:rsidRPr="005813E9" w:rsidRDefault="005A1B8B" w:rsidP="001B0D47">
      <w:pPr>
        <w:pStyle w:val="Nadpis4"/>
        <w:ind w:left="1134" w:firstLine="0"/>
        <w:rPr>
          <w:rFonts w:ascii="Segoe UI Light" w:eastAsia="Segoe UI Light" w:hAnsi="Segoe UI Light" w:cs="Segoe UI Light"/>
        </w:rPr>
      </w:pPr>
      <w:r w:rsidRPr="005A1B8B">
        <w:rPr>
          <w:rFonts w:ascii="Segoe UI Light" w:eastAsia="Segoe UI Light" w:hAnsi="Segoe UI Light" w:cs="Segoe UI Light"/>
          <w:color w:val="0070C0"/>
          <w:u w:color="0070C0"/>
          <w:shd w:val="clear" w:color="auto" w:fill="FEFEFE"/>
        </w:rPr>
        <w:t xml:space="preserve">Modernizace </w:t>
      </w:r>
      <w:r>
        <w:rPr>
          <w:rFonts w:ascii="Segoe UI Light" w:eastAsia="Segoe UI Light" w:hAnsi="Segoe UI Light" w:cs="Segoe UI Light"/>
          <w:color w:val="0070C0"/>
          <w:u w:color="0070C0"/>
          <w:shd w:val="clear" w:color="auto" w:fill="FEFEFE"/>
        </w:rPr>
        <w:t xml:space="preserve">stávající </w:t>
      </w:r>
      <w:r w:rsidRPr="005A1B8B">
        <w:rPr>
          <w:rFonts w:ascii="Segoe UI Light" w:eastAsia="Segoe UI Light" w:hAnsi="Segoe UI Light" w:cs="Segoe UI Light"/>
          <w:color w:val="0070C0"/>
          <w:u w:color="0070C0"/>
          <w:shd w:val="clear" w:color="auto" w:fill="FEFEFE"/>
        </w:rPr>
        <w:t>učebny fyziky</w:t>
      </w:r>
      <w:r w:rsidR="001270DD">
        <w:rPr>
          <w:rFonts w:ascii="Segoe UI Light" w:eastAsia="Segoe UI Light" w:hAnsi="Segoe UI Light" w:cs="Segoe UI Light"/>
          <w:color w:val="0070C0"/>
          <w:u w:color="0070C0"/>
          <w:shd w:val="clear" w:color="auto" w:fill="FEFEFE"/>
        </w:rPr>
        <w:t xml:space="preserve">, </w:t>
      </w:r>
      <w:r w:rsidRPr="005A1B8B">
        <w:rPr>
          <w:rFonts w:ascii="Segoe UI Light" w:eastAsia="Segoe UI Light" w:hAnsi="Segoe UI Light" w:cs="Segoe UI Light"/>
          <w:color w:val="0070C0"/>
          <w:u w:color="0070C0"/>
          <w:shd w:val="clear" w:color="auto" w:fill="FEFEFE"/>
        </w:rPr>
        <w:t>chemie</w:t>
      </w:r>
      <w:r>
        <w:rPr>
          <w:rFonts w:ascii="Segoe UI Light" w:eastAsia="Segoe UI Light" w:hAnsi="Segoe UI Light" w:cs="Segoe UI Light"/>
          <w:color w:val="0070C0"/>
          <w:u w:color="0070C0"/>
          <w:shd w:val="clear" w:color="auto" w:fill="FEFEFE"/>
        </w:rPr>
        <w:t xml:space="preserve"> a odborného kabinetu</w:t>
      </w:r>
      <w:r w:rsidRPr="005A1B8B">
        <w:rPr>
          <w:rFonts w:ascii="Segoe UI Light" w:eastAsia="Segoe UI Light" w:hAnsi="Segoe UI Light" w:cs="Segoe UI Light"/>
          <w:color w:val="0070C0"/>
          <w:u w:color="0070C0"/>
          <w:shd w:val="clear" w:color="auto" w:fill="FEFEFE"/>
        </w:rPr>
        <w:t xml:space="preserve"> na ZŠ Dobrovského č.p. 630</w:t>
      </w:r>
      <w:r>
        <w:rPr>
          <w:rFonts w:ascii="Segoe UI Light" w:eastAsia="Segoe UI Light" w:hAnsi="Segoe UI Light" w:cs="Segoe UI Light"/>
          <w:color w:val="0070C0"/>
          <w:u w:color="0070C0"/>
          <w:shd w:val="clear" w:color="auto" w:fill="FEFEFE"/>
        </w:rPr>
        <w:t xml:space="preserve">, </w:t>
      </w:r>
      <w:proofErr w:type="spellStart"/>
      <w:r>
        <w:rPr>
          <w:rFonts w:ascii="Segoe UI Light" w:eastAsia="Segoe UI Light" w:hAnsi="Segoe UI Light" w:cs="Segoe UI Light"/>
          <w:color w:val="0070C0"/>
          <w:u w:color="0070C0"/>
          <w:shd w:val="clear" w:color="auto" w:fill="FEFEFE"/>
        </w:rPr>
        <w:t>st.p.č</w:t>
      </w:r>
      <w:proofErr w:type="spellEnd"/>
      <w:r>
        <w:rPr>
          <w:rFonts w:ascii="Segoe UI Light" w:eastAsia="Segoe UI Light" w:hAnsi="Segoe UI Light" w:cs="Segoe UI Light"/>
          <w:color w:val="0070C0"/>
          <w:u w:color="0070C0"/>
          <w:shd w:val="clear" w:color="auto" w:fill="FEFEFE"/>
        </w:rPr>
        <w:t xml:space="preserve">. 1257/1, </w:t>
      </w:r>
      <w:proofErr w:type="spellStart"/>
      <w:r>
        <w:rPr>
          <w:rFonts w:ascii="Segoe UI Light" w:eastAsia="Segoe UI Light" w:hAnsi="Segoe UI Light" w:cs="Segoe UI Light"/>
          <w:color w:val="0070C0"/>
          <w:u w:color="0070C0"/>
          <w:shd w:val="clear" w:color="auto" w:fill="FEFEFE"/>
        </w:rPr>
        <w:t>k.ú</w:t>
      </w:r>
      <w:proofErr w:type="spellEnd"/>
      <w:r>
        <w:rPr>
          <w:rFonts w:ascii="Segoe UI Light" w:eastAsia="Segoe UI Light" w:hAnsi="Segoe UI Light" w:cs="Segoe UI Light"/>
          <w:color w:val="0070C0"/>
          <w:u w:color="0070C0"/>
          <w:shd w:val="clear" w:color="auto" w:fill="FEFEFE"/>
        </w:rPr>
        <w:t>. Lanškroun [678929]</w:t>
      </w:r>
    </w:p>
    <w:p w14:paraId="5D37EB11" w14:textId="77777777" w:rsidR="0002662E" w:rsidRDefault="002F7D02">
      <w:pPr>
        <w:pStyle w:val="Nadpis3"/>
        <w:numPr>
          <w:ilvl w:val="2"/>
          <w:numId w:val="2"/>
        </w:numPr>
        <w:rPr>
          <w:rFonts w:ascii="Segoe UI Light" w:eastAsia="Segoe UI Light" w:hAnsi="Segoe UI Light" w:cs="Segoe UI Light"/>
        </w:rPr>
      </w:pPr>
      <w:r>
        <w:rPr>
          <w:rFonts w:ascii="Segoe UI Light" w:eastAsia="Segoe UI Light" w:hAnsi="Segoe UI Light" w:cs="Segoe UI Light"/>
        </w:rPr>
        <w:t>Údaje o stavebníkovi</w:t>
      </w:r>
    </w:p>
    <w:p w14:paraId="4541CD08" w14:textId="77777777" w:rsidR="0002662E" w:rsidRDefault="002F7D02">
      <w:pPr>
        <w:pStyle w:val="Nadpis4"/>
        <w:numPr>
          <w:ilvl w:val="3"/>
          <w:numId w:val="2"/>
        </w:numPr>
        <w:rPr>
          <w:rFonts w:ascii="Segoe UI Light" w:eastAsia="Segoe UI Light" w:hAnsi="Segoe UI Light" w:cs="Segoe UI Light"/>
        </w:rPr>
      </w:pPr>
      <w:r>
        <w:rPr>
          <w:rFonts w:ascii="Segoe UI Light" w:eastAsia="Segoe UI Light" w:hAnsi="Segoe UI Light" w:cs="Segoe UI Light"/>
        </w:rPr>
        <w:t xml:space="preserve">jméno, příjmení a místo trvalého pobytu (fyzická osoba) </w:t>
      </w:r>
    </w:p>
    <w:p w14:paraId="08638E4A" w14:textId="77777777" w:rsidR="0002662E" w:rsidRDefault="002F7D02">
      <w:pPr>
        <w:pStyle w:val="Nadpis4"/>
        <w:numPr>
          <w:ilvl w:val="3"/>
          <w:numId w:val="2"/>
        </w:numPr>
        <w:rPr>
          <w:rFonts w:ascii="Segoe UI Light" w:eastAsia="Segoe UI Light" w:hAnsi="Segoe UI Light" w:cs="Segoe UI Light"/>
        </w:rPr>
      </w:pPr>
      <w:r>
        <w:rPr>
          <w:rFonts w:ascii="Segoe UI Light" w:eastAsia="Segoe UI Light" w:hAnsi="Segoe UI Light" w:cs="Segoe UI Light"/>
        </w:rPr>
        <w:t>jméno, příjmení, obchodní firma, identifikační číslo osob, místo podnikání (fyzická osoba podnikající, pokud záměr souvisí s její podnikatelskou činností) nebo obchodní firma nebo název, identifikační číslo osob, adresa sídla (právnická osoba).</w:t>
      </w:r>
    </w:p>
    <w:p w14:paraId="6E567350" w14:textId="3A6B5A3B" w:rsidR="005813E9" w:rsidRPr="00CC7677" w:rsidRDefault="005A1B8B" w:rsidP="005813E9">
      <w:pPr>
        <w:pStyle w:val="Normlnweb"/>
        <w:spacing w:before="120" w:beforeAutospacing="0" w:after="120" w:afterAutospacing="0"/>
        <w:ind w:left="414" w:firstLine="720"/>
        <w:rPr>
          <w:rFonts w:ascii="Segoe UI Light" w:eastAsia="Segoe UI Light" w:hAnsi="Segoe UI Light" w:cs="Segoe UI Light"/>
          <w:b/>
          <w:bCs/>
          <w:color w:val="0070C0"/>
          <w:sz w:val="20"/>
          <w:szCs w:val="20"/>
          <w:u w:color="0070C0"/>
          <w:bdr w:val="nil"/>
        </w:rPr>
      </w:pPr>
      <w:r>
        <w:rPr>
          <w:rFonts w:ascii="Segoe UI Light" w:eastAsia="Segoe UI Light" w:hAnsi="Segoe UI Light" w:cs="Segoe UI Light"/>
          <w:b/>
          <w:bCs/>
          <w:color w:val="0070C0"/>
          <w:sz w:val="20"/>
          <w:szCs w:val="20"/>
          <w:u w:color="0070C0"/>
          <w:bdr w:val="nil"/>
        </w:rPr>
        <w:t xml:space="preserve">Město Lanškroun </w:t>
      </w:r>
    </w:p>
    <w:p w14:paraId="39BACAEE" w14:textId="0E89E51B" w:rsidR="00ED78FA" w:rsidRDefault="0026574A" w:rsidP="00ED78FA">
      <w:pPr>
        <w:pStyle w:val="Normlnweb"/>
        <w:spacing w:before="120" w:beforeAutospacing="0" w:after="120" w:afterAutospacing="0"/>
        <w:ind w:left="414" w:firstLine="720"/>
        <w:rPr>
          <w:rFonts w:ascii="Segoe UI Light" w:eastAsia="Segoe UI Light" w:hAnsi="Segoe UI Light" w:cs="Segoe UI Light"/>
          <w:color w:val="0070C0"/>
          <w:sz w:val="20"/>
          <w:szCs w:val="20"/>
          <w:u w:color="0070C0"/>
          <w:bdr w:val="nil"/>
        </w:rPr>
      </w:pPr>
      <w:r>
        <w:rPr>
          <w:rFonts w:ascii="Segoe UI Light" w:eastAsia="Segoe UI Light" w:hAnsi="Segoe UI Light" w:cs="Segoe UI Light"/>
          <w:color w:val="0070C0"/>
          <w:sz w:val="20"/>
          <w:szCs w:val="20"/>
          <w:u w:color="0070C0"/>
          <w:bdr w:val="nil"/>
        </w:rPr>
        <w:t>Nám.</w:t>
      </w:r>
      <w:r w:rsidR="005A1B8B">
        <w:rPr>
          <w:rFonts w:ascii="Segoe UI Light" w:eastAsia="Segoe UI Light" w:hAnsi="Segoe UI Light" w:cs="Segoe UI Light"/>
          <w:color w:val="0070C0"/>
          <w:sz w:val="20"/>
          <w:szCs w:val="20"/>
          <w:u w:color="0070C0"/>
          <w:bdr w:val="nil"/>
        </w:rPr>
        <w:t xml:space="preserve"> J. M. Marků </w:t>
      </w:r>
      <w:r>
        <w:rPr>
          <w:rFonts w:ascii="Segoe UI Light" w:eastAsia="Segoe UI Light" w:hAnsi="Segoe UI Light" w:cs="Segoe UI Light"/>
          <w:color w:val="0070C0"/>
          <w:sz w:val="20"/>
          <w:szCs w:val="20"/>
          <w:u w:color="0070C0"/>
          <w:bdr w:val="nil"/>
        </w:rPr>
        <w:t>č.p.</w:t>
      </w:r>
      <w:r w:rsidR="005A1B8B">
        <w:rPr>
          <w:rFonts w:ascii="Segoe UI Light" w:eastAsia="Segoe UI Light" w:hAnsi="Segoe UI Light" w:cs="Segoe UI Light"/>
          <w:color w:val="0070C0"/>
          <w:sz w:val="20"/>
          <w:szCs w:val="20"/>
          <w:u w:color="0070C0"/>
          <w:bdr w:val="nil"/>
        </w:rPr>
        <w:t xml:space="preserve"> 12</w:t>
      </w:r>
    </w:p>
    <w:p w14:paraId="0592BA61" w14:textId="4328F356" w:rsidR="005813E9" w:rsidRDefault="005A1B8B" w:rsidP="00ED78FA">
      <w:pPr>
        <w:pStyle w:val="Normlnweb"/>
        <w:spacing w:before="120" w:beforeAutospacing="0" w:after="120" w:afterAutospacing="0"/>
        <w:ind w:left="414" w:firstLine="720"/>
        <w:rPr>
          <w:rFonts w:ascii="Segoe UI Light" w:eastAsia="Segoe UI Light" w:hAnsi="Segoe UI Light" w:cs="Segoe UI Light"/>
          <w:color w:val="0070C0"/>
          <w:sz w:val="20"/>
          <w:szCs w:val="20"/>
          <w:u w:color="0070C0"/>
          <w:bdr w:val="nil"/>
        </w:rPr>
      </w:pPr>
      <w:r>
        <w:rPr>
          <w:rFonts w:ascii="Segoe UI Light" w:eastAsia="Segoe UI Light" w:hAnsi="Segoe UI Light" w:cs="Segoe UI Light"/>
          <w:color w:val="0070C0"/>
          <w:sz w:val="20"/>
          <w:szCs w:val="20"/>
          <w:u w:color="0070C0"/>
          <w:bdr w:val="nil"/>
        </w:rPr>
        <w:t>563 01</w:t>
      </w:r>
      <w:r w:rsidR="001B0D47" w:rsidRPr="001B0D47">
        <w:rPr>
          <w:rFonts w:ascii="Segoe UI Light" w:eastAsia="Segoe UI Light" w:hAnsi="Segoe UI Light" w:cs="Segoe UI Light"/>
          <w:color w:val="0070C0"/>
          <w:sz w:val="20"/>
          <w:szCs w:val="20"/>
          <w:u w:color="0070C0"/>
          <w:bdr w:val="nil"/>
        </w:rPr>
        <w:t xml:space="preserve"> </w:t>
      </w:r>
      <w:r w:rsidR="001270DD">
        <w:rPr>
          <w:rFonts w:ascii="Segoe UI Light" w:eastAsia="Segoe UI Light" w:hAnsi="Segoe UI Light" w:cs="Segoe UI Light"/>
          <w:color w:val="0070C0"/>
          <w:sz w:val="20"/>
          <w:szCs w:val="20"/>
          <w:u w:color="0070C0"/>
          <w:bdr w:val="nil"/>
        </w:rPr>
        <w:t>Lanškroun</w:t>
      </w:r>
    </w:p>
    <w:p w14:paraId="56263044" w14:textId="3BFE7235" w:rsidR="0026574A" w:rsidRDefault="0026574A" w:rsidP="00ED78FA">
      <w:pPr>
        <w:pStyle w:val="Normlnweb"/>
        <w:spacing w:before="120" w:beforeAutospacing="0" w:after="120" w:afterAutospacing="0"/>
        <w:ind w:left="414" w:firstLine="720"/>
        <w:rPr>
          <w:rFonts w:ascii="Segoe UI Light" w:eastAsia="Segoe UI Light" w:hAnsi="Segoe UI Light" w:cs="Segoe UI Light"/>
          <w:color w:val="0070C0"/>
          <w:sz w:val="20"/>
          <w:szCs w:val="20"/>
          <w:u w:color="0070C0"/>
          <w:bdr w:val="nil"/>
        </w:rPr>
      </w:pPr>
      <w:r>
        <w:rPr>
          <w:rFonts w:ascii="Segoe UI Light" w:eastAsia="Segoe UI Light" w:hAnsi="Segoe UI Light" w:cs="Segoe UI Light"/>
          <w:color w:val="0070C0"/>
          <w:sz w:val="20"/>
          <w:szCs w:val="20"/>
          <w:u w:color="0070C0"/>
          <w:bdr w:val="nil"/>
        </w:rPr>
        <w:t xml:space="preserve">IČ: 002 </w:t>
      </w:r>
      <w:r w:rsidR="001270DD">
        <w:rPr>
          <w:rFonts w:ascii="Segoe UI Light" w:eastAsia="Segoe UI Light" w:hAnsi="Segoe UI Light" w:cs="Segoe UI Light"/>
          <w:color w:val="0070C0"/>
          <w:sz w:val="20"/>
          <w:szCs w:val="20"/>
          <w:u w:color="0070C0"/>
          <w:bdr w:val="nil"/>
        </w:rPr>
        <w:t>79</w:t>
      </w:r>
      <w:r>
        <w:rPr>
          <w:rFonts w:ascii="Segoe UI Light" w:eastAsia="Segoe UI Light" w:hAnsi="Segoe UI Light" w:cs="Segoe UI Light"/>
          <w:color w:val="0070C0"/>
          <w:sz w:val="20"/>
          <w:szCs w:val="20"/>
          <w:u w:color="0070C0"/>
          <w:bdr w:val="nil"/>
        </w:rPr>
        <w:t> </w:t>
      </w:r>
      <w:r w:rsidR="001270DD">
        <w:rPr>
          <w:rFonts w:ascii="Segoe UI Light" w:eastAsia="Segoe UI Light" w:hAnsi="Segoe UI Light" w:cs="Segoe UI Light"/>
          <w:color w:val="0070C0"/>
          <w:sz w:val="20"/>
          <w:szCs w:val="20"/>
          <w:u w:color="0070C0"/>
          <w:bdr w:val="nil"/>
        </w:rPr>
        <w:t>102</w:t>
      </w:r>
    </w:p>
    <w:p w14:paraId="4609F579" w14:textId="19EA7AD8" w:rsidR="0026574A" w:rsidRPr="001B0D47" w:rsidRDefault="0026574A" w:rsidP="00ED78FA">
      <w:pPr>
        <w:pStyle w:val="Normlnweb"/>
        <w:spacing w:before="120" w:beforeAutospacing="0" w:after="120" w:afterAutospacing="0"/>
        <w:ind w:left="414" w:firstLine="720"/>
        <w:rPr>
          <w:rFonts w:ascii="Segoe UI Light" w:eastAsia="Segoe UI Light" w:hAnsi="Segoe UI Light" w:cs="Segoe UI Light"/>
          <w:color w:val="0070C0"/>
          <w:sz w:val="20"/>
          <w:szCs w:val="20"/>
          <w:u w:color="0070C0"/>
          <w:bdr w:val="nil"/>
        </w:rPr>
      </w:pPr>
      <w:r>
        <w:rPr>
          <w:rFonts w:ascii="Segoe UI Light" w:eastAsia="Segoe UI Light" w:hAnsi="Segoe UI Light" w:cs="Segoe UI Light"/>
          <w:color w:val="0070C0"/>
          <w:sz w:val="20"/>
          <w:szCs w:val="20"/>
          <w:u w:color="0070C0"/>
          <w:bdr w:val="nil"/>
        </w:rPr>
        <w:t>DIČ: CZ002</w:t>
      </w:r>
      <w:r w:rsidR="001270DD">
        <w:rPr>
          <w:rFonts w:ascii="Segoe UI Light" w:eastAsia="Segoe UI Light" w:hAnsi="Segoe UI Light" w:cs="Segoe UI Light"/>
          <w:color w:val="0070C0"/>
          <w:sz w:val="20"/>
          <w:szCs w:val="20"/>
          <w:u w:color="0070C0"/>
          <w:bdr w:val="nil"/>
        </w:rPr>
        <w:t>79102</w:t>
      </w:r>
    </w:p>
    <w:p w14:paraId="77672091" w14:textId="77777777" w:rsidR="0002662E" w:rsidRDefault="002F7D02">
      <w:pPr>
        <w:pStyle w:val="Nadpis3"/>
        <w:numPr>
          <w:ilvl w:val="2"/>
          <w:numId w:val="2"/>
        </w:numPr>
        <w:rPr>
          <w:rFonts w:ascii="Segoe UI Light" w:eastAsia="Segoe UI Light" w:hAnsi="Segoe UI Light" w:cs="Segoe UI Light"/>
        </w:rPr>
      </w:pPr>
      <w:r>
        <w:rPr>
          <w:rFonts w:ascii="Segoe UI Light" w:eastAsia="Segoe UI Light" w:hAnsi="Segoe UI Light" w:cs="Segoe UI Light"/>
        </w:rPr>
        <w:t>Údaje o zpracovateli projektové dokumentace</w:t>
      </w:r>
    </w:p>
    <w:p w14:paraId="4A59400E" w14:textId="77777777" w:rsidR="0002662E" w:rsidRDefault="002F7D02">
      <w:pPr>
        <w:pStyle w:val="Nadpis4"/>
        <w:numPr>
          <w:ilvl w:val="3"/>
          <w:numId w:val="2"/>
        </w:numPr>
        <w:rPr>
          <w:rFonts w:ascii="Segoe UI Light" w:eastAsia="Segoe UI Light" w:hAnsi="Segoe UI Light" w:cs="Segoe UI Light"/>
        </w:rPr>
      </w:pPr>
      <w:r>
        <w:rPr>
          <w:rFonts w:ascii="Segoe UI Light" w:eastAsia="Segoe UI Light" w:hAnsi="Segoe UI Light" w:cs="Segoe UI Light"/>
        </w:rPr>
        <w:t>jméno, příjmení, obchodní firma, identifikační číslo osob, místo podnikání (fyzická osoba podnikající) nebo obchodní firma nebo název, identifikační číslo osob, adresa sídla (právnická osoba):</w:t>
      </w:r>
    </w:p>
    <w:p w14:paraId="5CFB29C8" w14:textId="5ABD75E9" w:rsidR="0002662E" w:rsidRPr="00CC7677" w:rsidRDefault="001B0D47" w:rsidP="00A253EE">
      <w:pPr>
        <w:pStyle w:val="Vchoz"/>
        <w:spacing w:before="120"/>
        <w:ind w:left="1134"/>
        <w:rPr>
          <w:rFonts w:ascii="Segoe UI Light" w:eastAsia="Segoe UI Light" w:hAnsi="Segoe UI Light" w:cs="Segoe UI Light"/>
          <w:b/>
          <w:bCs/>
          <w:color w:val="0070C0"/>
          <w:sz w:val="20"/>
          <w:szCs w:val="20"/>
          <w:u w:color="0070C0"/>
        </w:rPr>
      </w:pPr>
      <w:proofErr w:type="spellStart"/>
      <w:r w:rsidRPr="00CC7677">
        <w:rPr>
          <w:rFonts w:ascii="Segoe UI Light" w:eastAsia="Segoe UI Light" w:hAnsi="Segoe UI Light" w:cs="Segoe UI Light"/>
          <w:b/>
          <w:bCs/>
          <w:color w:val="0070C0"/>
          <w:sz w:val="20"/>
          <w:szCs w:val="20"/>
          <w:u w:color="0070C0"/>
        </w:rPr>
        <w:t>IPOKa</w:t>
      </w:r>
      <w:proofErr w:type="spellEnd"/>
      <w:r w:rsidRPr="00CC7677">
        <w:rPr>
          <w:rFonts w:ascii="Segoe UI Light" w:eastAsia="Segoe UI Light" w:hAnsi="Segoe UI Light" w:cs="Segoe UI Light"/>
          <w:b/>
          <w:bCs/>
          <w:color w:val="0070C0"/>
          <w:sz w:val="20"/>
          <w:szCs w:val="20"/>
          <w:u w:color="0070C0"/>
        </w:rPr>
        <w:t>, s.r.o.</w:t>
      </w:r>
    </w:p>
    <w:p w14:paraId="2A7ECF8D" w14:textId="624B3D34" w:rsidR="00A253EE" w:rsidRDefault="001B0D47" w:rsidP="00A253EE">
      <w:pPr>
        <w:pStyle w:val="Vchoz"/>
        <w:spacing w:before="120"/>
        <w:ind w:left="1134"/>
        <w:rPr>
          <w:rFonts w:ascii="Segoe UI Light" w:eastAsia="Segoe UI Light" w:hAnsi="Segoe UI Light" w:cs="Segoe UI Light"/>
          <w:color w:val="0070C0"/>
          <w:sz w:val="20"/>
          <w:szCs w:val="20"/>
          <w:u w:color="0070C0"/>
        </w:rPr>
      </w:pPr>
      <w:r>
        <w:rPr>
          <w:rFonts w:ascii="Segoe UI Light" w:eastAsia="Segoe UI Light" w:hAnsi="Segoe UI Light" w:cs="Segoe UI Light"/>
          <w:color w:val="0070C0"/>
          <w:sz w:val="20"/>
          <w:szCs w:val="20"/>
          <w:u w:color="0070C0"/>
        </w:rPr>
        <w:t>Blanky Waleské 558</w:t>
      </w:r>
    </w:p>
    <w:p w14:paraId="5DED0B4B" w14:textId="1A368743" w:rsidR="00A253EE" w:rsidRDefault="001B0D47" w:rsidP="00A253EE">
      <w:pPr>
        <w:pStyle w:val="Vchoz"/>
        <w:spacing w:before="120"/>
        <w:ind w:left="1134"/>
        <w:rPr>
          <w:rFonts w:ascii="Segoe UI Light" w:eastAsia="Segoe UI Light" w:hAnsi="Segoe UI Light" w:cs="Segoe UI Light"/>
          <w:color w:val="0070C0"/>
          <w:sz w:val="20"/>
          <w:szCs w:val="20"/>
          <w:u w:color="0070C0"/>
        </w:rPr>
      </w:pPr>
      <w:r>
        <w:rPr>
          <w:rFonts w:ascii="Segoe UI Light" w:eastAsia="Segoe UI Light" w:hAnsi="Segoe UI Light" w:cs="Segoe UI Light"/>
          <w:color w:val="0070C0"/>
          <w:sz w:val="20"/>
          <w:szCs w:val="20"/>
          <w:u w:color="0070C0"/>
        </w:rPr>
        <w:t>281 02 Cerhenice</w:t>
      </w:r>
    </w:p>
    <w:p w14:paraId="38EFC91E" w14:textId="5BF83EAA" w:rsidR="001B0D47" w:rsidRDefault="001B0D47" w:rsidP="00A253EE">
      <w:pPr>
        <w:pStyle w:val="Vchoz"/>
        <w:spacing w:before="120"/>
        <w:ind w:left="1134"/>
        <w:rPr>
          <w:rFonts w:ascii="Segoe UI Light" w:eastAsia="Segoe UI Light" w:hAnsi="Segoe UI Light" w:cs="Segoe UI Light"/>
          <w:color w:val="0070C0"/>
          <w:sz w:val="20"/>
          <w:szCs w:val="20"/>
          <w:u w:color="0070C0"/>
        </w:rPr>
      </w:pPr>
      <w:r>
        <w:rPr>
          <w:rFonts w:ascii="Segoe UI Light" w:eastAsia="Segoe UI Light" w:hAnsi="Segoe UI Light" w:cs="Segoe UI Light"/>
          <w:color w:val="0070C0"/>
          <w:sz w:val="20"/>
          <w:szCs w:val="20"/>
          <w:u w:color="0070C0"/>
        </w:rPr>
        <w:t>IČ: 07837071</w:t>
      </w:r>
    </w:p>
    <w:p w14:paraId="69D7297D" w14:textId="150D3A37" w:rsidR="005F39CC" w:rsidRDefault="005F39CC" w:rsidP="00A253EE">
      <w:pPr>
        <w:pStyle w:val="Vchoz"/>
        <w:spacing w:before="120"/>
        <w:ind w:left="1134"/>
        <w:rPr>
          <w:rFonts w:ascii="Segoe UI Light" w:eastAsia="Segoe UI Light" w:hAnsi="Segoe UI Light" w:cs="Segoe UI Light"/>
          <w:color w:val="0070C0"/>
          <w:sz w:val="20"/>
          <w:szCs w:val="20"/>
          <w:u w:color="0070C0"/>
        </w:rPr>
      </w:pPr>
      <w:r>
        <w:rPr>
          <w:rFonts w:ascii="Segoe UI Light" w:eastAsia="Segoe UI Light" w:hAnsi="Segoe UI Light" w:cs="Segoe UI Light"/>
          <w:color w:val="0070C0"/>
          <w:sz w:val="20"/>
          <w:szCs w:val="20"/>
          <w:u w:color="0070C0"/>
        </w:rPr>
        <w:t>Tel. +420</w:t>
      </w:r>
      <w:r w:rsidR="0026574A">
        <w:rPr>
          <w:rFonts w:ascii="Segoe UI Light" w:eastAsia="Segoe UI Light" w:hAnsi="Segoe UI Light" w:cs="Segoe UI Light"/>
          <w:color w:val="0070C0"/>
          <w:sz w:val="20"/>
          <w:szCs w:val="20"/>
          <w:u w:color="0070C0"/>
        </w:rPr>
        <w:t> 721 774 010</w:t>
      </w:r>
    </w:p>
    <w:p w14:paraId="7E5F9A2A" w14:textId="5A2AC4C3" w:rsidR="005F39CC" w:rsidRPr="005F39CC" w:rsidRDefault="001B0D47" w:rsidP="005F39CC">
      <w:pPr>
        <w:pStyle w:val="Vchoz"/>
        <w:spacing w:before="120"/>
        <w:ind w:left="1134"/>
        <w:rPr>
          <w:rFonts w:ascii="Segoe UI Light" w:eastAsia="Segoe UI Light" w:hAnsi="Segoe UI Light" w:cs="Segoe UI Light"/>
          <w:color w:val="0070C0"/>
          <w:sz w:val="20"/>
          <w:szCs w:val="20"/>
          <w:u w:color="0070C0"/>
        </w:rPr>
      </w:pPr>
      <w:r>
        <w:rPr>
          <w:rFonts w:ascii="Segoe UI Light" w:eastAsia="Segoe UI Light" w:hAnsi="Segoe UI Light" w:cs="Segoe UI Light"/>
          <w:color w:val="0070C0"/>
          <w:sz w:val="20"/>
          <w:szCs w:val="20"/>
          <w:u w:color="0070C0"/>
        </w:rPr>
        <w:t>info@ipoka.cz</w:t>
      </w:r>
    </w:p>
    <w:p w14:paraId="34AA43D4" w14:textId="77777777" w:rsidR="0002662E" w:rsidRDefault="002F7D02">
      <w:pPr>
        <w:pStyle w:val="Nadpis4"/>
        <w:numPr>
          <w:ilvl w:val="3"/>
          <w:numId w:val="2"/>
        </w:numPr>
        <w:rPr>
          <w:rFonts w:ascii="Segoe UI Light" w:eastAsia="Segoe UI Light" w:hAnsi="Segoe UI Light" w:cs="Segoe UI Light"/>
        </w:rPr>
      </w:pPr>
      <w:r>
        <w:rPr>
          <w:rFonts w:ascii="Segoe UI Light" w:eastAsia="Segoe UI Light" w:hAnsi="Segoe UI Light" w:cs="Segoe UI Light"/>
        </w:rPr>
        <w:t>jména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02F8FE8D" w14:textId="377F155D" w:rsidR="00A253EE" w:rsidRDefault="001B0D47" w:rsidP="00A253EE">
      <w:pPr>
        <w:pStyle w:val="Zkladntext"/>
      </w:pPr>
      <w:r>
        <w:t>Martin Havlíček, ČKAIT 0012381</w:t>
      </w:r>
    </w:p>
    <w:p w14:paraId="21637245" w14:textId="7F23809A" w:rsidR="0026574A" w:rsidRDefault="0026574A" w:rsidP="00A253EE">
      <w:pPr>
        <w:pStyle w:val="Zkladntext"/>
      </w:pPr>
    </w:p>
    <w:p w14:paraId="1009955A" w14:textId="5AB3457B" w:rsidR="0026574A" w:rsidRDefault="0026574A" w:rsidP="00A253EE">
      <w:pPr>
        <w:pStyle w:val="Zkladntext"/>
      </w:pPr>
    </w:p>
    <w:p w14:paraId="2A7D6AD5" w14:textId="77777777" w:rsidR="0026574A" w:rsidRPr="00A253EE" w:rsidRDefault="0026574A" w:rsidP="00A253EE">
      <w:pPr>
        <w:pStyle w:val="Zkladntext"/>
      </w:pPr>
    </w:p>
    <w:p w14:paraId="5F2CFBE3" w14:textId="30BA4562" w:rsidR="001B0D47" w:rsidRPr="001B0D47" w:rsidRDefault="002F7D02" w:rsidP="001B0D47">
      <w:pPr>
        <w:pStyle w:val="Nadpis4"/>
        <w:numPr>
          <w:ilvl w:val="3"/>
          <w:numId w:val="2"/>
        </w:numPr>
        <w:rPr>
          <w:rFonts w:ascii="Segoe UI Light" w:eastAsia="Segoe UI Light" w:hAnsi="Segoe UI Light" w:cs="Segoe UI Light"/>
        </w:rPr>
      </w:pPr>
      <w:r w:rsidRPr="00A253EE">
        <w:rPr>
          <w:rFonts w:ascii="Segoe UI Light" w:eastAsia="Segoe UI Light" w:hAnsi="Segoe UI Light" w:cs="Segoe UI Light"/>
        </w:rPr>
        <w:t>jména a příjmení projektantů jednotlivých částí projektové dokumentace včetně čísla, pod kterým jsou zapsáni v evidenci autorizovaných osob vedené Českou komorou architektů, nebo ČKAIT činných ve výstavbě, s vyznačeným oborem, popřípadě specializací jejich autorizace.</w:t>
      </w:r>
    </w:p>
    <w:p w14:paraId="261D4025" w14:textId="21C5D145" w:rsidR="00A253EE" w:rsidRDefault="00842466" w:rsidP="00A253EE">
      <w:pPr>
        <w:pStyle w:val="Zkladntext"/>
      </w:pPr>
      <w:r>
        <w:t>D.1.</w:t>
      </w:r>
      <w:r w:rsidR="001B0D47">
        <w:t>1</w:t>
      </w:r>
      <w:r>
        <w:t xml:space="preserve"> </w:t>
      </w:r>
      <w:proofErr w:type="spellStart"/>
      <w:r>
        <w:t>Architektonicko</w:t>
      </w:r>
      <w:proofErr w:type="spellEnd"/>
      <w:r>
        <w:t xml:space="preserve"> – stavební část – </w:t>
      </w:r>
      <w:r w:rsidR="00ED78FA">
        <w:t>Martin Havlíček</w:t>
      </w:r>
      <w:r w:rsidR="0026574A">
        <w:t>, ČKAIT 0012381</w:t>
      </w:r>
    </w:p>
    <w:p w14:paraId="33DA5796" w14:textId="17B344C2" w:rsidR="00272480" w:rsidRDefault="00272480" w:rsidP="00A253EE">
      <w:pPr>
        <w:pStyle w:val="Zkladntext"/>
      </w:pPr>
      <w:r>
        <w:t xml:space="preserve">D.1.4.1 Zdravotně technické instalace – </w:t>
      </w:r>
      <w:r w:rsidR="00D42EDE">
        <w:t xml:space="preserve">Jiří </w:t>
      </w:r>
      <w:proofErr w:type="spellStart"/>
      <w:r w:rsidR="00D42EDE">
        <w:t>Rauchfuss</w:t>
      </w:r>
      <w:proofErr w:type="spellEnd"/>
      <w:r w:rsidR="0026574A">
        <w:t>, ČKAIT 0700748</w:t>
      </w:r>
    </w:p>
    <w:p w14:paraId="4C8A7358" w14:textId="70988CE1" w:rsidR="001B0D47" w:rsidRDefault="00272480" w:rsidP="00272480">
      <w:pPr>
        <w:pStyle w:val="Zkladntext"/>
      </w:pPr>
      <w:r>
        <w:t>D.1.4.3 Elektroinstalace – Karel Sommer</w:t>
      </w:r>
      <w:r w:rsidR="0026574A">
        <w:t>, ČKAIT 0003</w:t>
      </w:r>
      <w:r w:rsidR="009D25A2">
        <w:t>633</w:t>
      </w:r>
    </w:p>
    <w:p w14:paraId="609E4B71" w14:textId="44948C49" w:rsidR="00ED78FA" w:rsidRDefault="00ED78FA" w:rsidP="00272480">
      <w:pPr>
        <w:pStyle w:val="Zkladntext"/>
      </w:pPr>
    </w:p>
    <w:p w14:paraId="42F56E3A" w14:textId="77777777" w:rsidR="00D42EDE" w:rsidRPr="00A253EE" w:rsidRDefault="00D42EDE" w:rsidP="00272480">
      <w:pPr>
        <w:pStyle w:val="Zkladntext"/>
      </w:pPr>
    </w:p>
    <w:p w14:paraId="4B328F67" w14:textId="77777777" w:rsidR="0002662E" w:rsidRDefault="002F7D02">
      <w:pPr>
        <w:pStyle w:val="Nadpis2"/>
        <w:numPr>
          <w:ilvl w:val="1"/>
          <w:numId w:val="2"/>
        </w:numPr>
        <w:rPr>
          <w:rFonts w:ascii="Segoe UI Light" w:eastAsia="Segoe UI Light" w:hAnsi="Segoe UI Light" w:cs="Segoe UI Light"/>
        </w:rPr>
      </w:pPr>
      <w:r>
        <w:rPr>
          <w:rFonts w:ascii="Segoe UI Light" w:eastAsia="Segoe UI Light" w:hAnsi="Segoe UI Light" w:cs="Segoe UI Light"/>
        </w:rPr>
        <w:t>Členění stavby na objekty a technická a technologická zařízení</w:t>
      </w:r>
    </w:p>
    <w:p w14:paraId="6DB43297" w14:textId="73C85FB3" w:rsidR="0002662E" w:rsidRDefault="00842466">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SO 01</w:t>
      </w:r>
      <w:r>
        <w:rPr>
          <w:rFonts w:ascii="Segoe UI Light" w:eastAsia="Segoe UI Light" w:hAnsi="Segoe UI Light" w:cs="Segoe UI Light"/>
          <w:color w:val="0070C0"/>
          <w:u w:color="0070C0"/>
        </w:rPr>
        <w:tab/>
      </w:r>
      <w:r w:rsidR="001270DD">
        <w:rPr>
          <w:rFonts w:ascii="Segoe UI Light" w:eastAsia="Segoe UI Light" w:hAnsi="Segoe UI Light" w:cs="Segoe UI Light"/>
          <w:color w:val="0070C0"/>
          <w:u w:color="0070C0"/>
        </w:rPr>
        <w:t>Modernizace učebny fyziky, chemie a odborného kabinetu</w:t>
      </w:r>
      <w:r w:rsidR="009D25A2">
        <w:rPr>
          <w:rFonts w:ascii="Segoe UI Light" w:eastAsia="Segoe UI Light" w:hAnsi="Segoe UI Light" w:cs="Segoe UI Light"/>
          <w:color w:val="0070C0"/>
          <w:u w:color="0070C0"/>
        </w:rPr>
        <w:t xml:space="preserve"> </w:t>
      </w:r>
    </w:p>
    <w:p w14:paraId="362202C7" w14:textId="440796FA" w:rsidR="009D25A2" w:rsidRDefault="009D25A2">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SO O2</w:t>
      </w:r>
      <w:r>
        <w:rPr>
          <w:rFonts w:ascii="Segoe UI Light" w:eastAsia="Segoe UI Light" w:hAnsi="Segoe UI Light" w:cs="Segoe UI Light"/>
          <w:color w:val="0070C0"/>
          <w:u w:color="0070C0"/>
        </w:rPr>
        <w:tab/>
        <w:t>Zpevněné plochy</w:t>
      </w:r>
    </w:p>
    <w:p w14:paraId="7237CEA8" w14:textId="28C2BB47" w:rsidR="009D25A2" w:rsidRDefault="009D25A2">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SO 03</w:t>
      </w:r>
      <w:r>
        <w:rPr>
          <w:rFonts w:ascii="Segoe UI Light" w:eastAsia="Segoe UI Light" w:hAnsi="Segoe UI Light" w:cs="Segoe UI Light"/>
          <w:color w:val="0070C0"/>
          <w:u w:color="0070C0"/>
        </w:rPr>
        <w:tab/>
        <w:t>Oplocení</w:t>
      </w:r>
    </w:p>
    <w:p w14:paraId="3505B255" w14:textId="77777777" w:rsidR="0002662E" w:rsidRDefault="002F7D02">
      <w:pPr>
        <w:pStyle w:val="Nadpis2"/>
        <w:numPr>
          <w:ilvl w:val="1"/>
          <w:numId w:val="2"/>
        </w:numPr>
        <w:rPr>
          <w:rFonts w:ascii="Segoe UI Light" w:eastAsia="Segoe UI Light" w:hAnsi="Segoe UI Light" w:cs="Segoe UI Light"/>
        </w:rPr>
      </w:pPr>
      <w:r>
        <w:rPr>
          <w:rFonts w:ascii="Segoe UI Light" w:eastAsia="Segoe UI Light" w:hAnsi="Segoe UI Light" w:cs="Segoe UI Light"/>
        </w:rPr>
        <w:t>Seznam vstupních podkladů</w:t>
      </w:r>
    </w:p>
    <w:p w14:paraId="36973AE0" w14:textId="77777777" w:rsidR="00842466" w:rsidRDefault="00842466">
      <w:pPr>
        <w:pStyle w:val="Zkladntext"/>
        <w:rPr>
          <w:rFonts w:ascii="Segoe UI Light" w:eastAsia="Segoe UI Light" w:hAnsi="Segoe UI Light" w:cs="Segoe UI Light"/>
          <w:color w:val="0070C0"/>
          <w:u w:color="0070C0"/>
        </w:rPr>
      </w:pPr>
    </w:p>
    <w:p w14:paraId="62BA6E9A" w14:textId="52F1094A" w:rsidR="0057254A" w:rsidRDefault="0057254A">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 xml:space="preserve">Vizuální prohlídka </w:t>
      </w:r>
      <w:r w:rsidR="001270DD">
        <w:rPr>
          <w:rFonts w:ascii="Segoe UI Light" w:eastAsia="Segoe UI Light" w:hAnsi="Segoe UI Light" w:cs="Segoe UI Light"/>
          <w:color w:val="0070C0"/>
          <w:u w:color="0070C0"/>
        </w:rPr>
        <w:t>učebny a kabinetu na ZŠ Dobrovského č.p. 630, Lanškroun</w:t>
      </w:r>
    </w:p>
    <w:p w14:paraId="2531F1DF" w14:textId="5F15F650" w:rsidR="00842466" w:rsidRDefault="00842466">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P</w:t>
      </w:r>
      <w:r w:rsidR="002F7D02">
        <w:rPr>
          <w:rFonts w:ascii="Segoe UI Light" w:eastAsia="Segoe UI Light" w:hAnsi="Segoe UI Light" w:cs="Segoe UI Light"/>
          <w:color w:val="0070C0"/>
          <w:u w:color="0070C0"/>
        </w:rPr>
        <w:t>ožadavky investora</w:t>
      </w:r>
      <w:r w:rsidR="0057254A">
        <w:rPr>
          <w:rFonts w:ascii="Segoe UI Light" w:eastAsia="Segoe UI Light" w:hAnsi="Segoe UI Light" w:cs="Segoe UI Light"/>
          <w:color w:val="0070C0"/>
          <w:u w:color="0070C0"/>
        </w:rPr>
        <w:t xml:space="preserve"> konzultované s</w:t>
      </w:r>
      <w:r w:rsidR="001270DD">
        <w:rPr>
          <w:rFonts w:ascii="Segoe UI Light" w:eastAsia="Segoe UI Light" w:hAnsi="Segoe UI Light" w:cs="Segoe UI Light"/>
          <w:color w:val="0070C0"/>
          <w:u w:color="0070C0"/>
        </w:rPr>
        <w:t> </w:t>
      </w:r>
      <w:r w:rsidR="0057254A">
        <w:rPr>
          <w:rFonts w:ascii="Segoe UI Light" w:eastAsia="Segoe UI Light" w:hAnsi="Segoe UI Light" w:cs="Segoe UI Light"/>
          <w:color w:val="0070C0"/>
          <w:u w:color="0070C0"/>
        </w:rPr>
        <w:t>projektantem</w:t>
      </w:r>
    </w:p>
    <w:p w14:paraId="4B991DC8" w14:textId="28E79B80" w:rsidR="001270DD" w:rsidRDefault="001270DD">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Zaměření prostoru</w:t>
      </w:r>
    </w:p>
    <w:p w14:paraId="0818CF62" w14:textId="77777777" w:rsidR="0057254A" w:rsidRDefault="0057254A">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Platné vyhlášky a normy používané ve stavební výrobě a projektové činnosti</w:t>
      </w:r>
    </w:p>
    <w:p w14:paraId="3AD88E23" w14:textId="0EB1C79C" w:rsidR="0057254A" w:rsidRDefault="0057254A">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Katastrální mapy dané lokality</w:t>
      </w:r>
    </w:p>
    <w:p w14:paraId="55435388" w14:textId="6066286C" w:rsidR="00754BD0" w:rsidRDefault="00754BD0">
      <w:pPr>
        <w:pStyle w:val="Zkladntext"/>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Architektonická studie zpracovaná v roce 2021</w:t>
      </w:r>
    </w:p>
    <w:p w14:paraId="65367D58" w14:textId="77777777" w:rsidR="008E528F" w:rsidRDefault="008E528F" w:rsidP="00272480">
      <w:pPr>
        <w:pStyle w:val="Zkladntext"/>
        <w:rPr>
          <w:rFonts w:ascii="Segoe UI Light" w:eastAsia="Segoe UI Light" w:hAnsi="Segoe UI Light" w:cs="Segoe UI Light"/>
          <w:color w:val="0070C0"/>
          <w:u w:color="0070C0"/>
        </w:rPr>
      </w:pPr>
    </w:p>
    <w:p w14:paraId="49AA3E41" w14:textId="60B20F0A" w:rsidR="001B0D47" w:rsidRPr="001B0D47" w:rsidRDefault="001B0D47" w:rsidP="008E528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134"/>
        <w:rPr>
          <w:rFonts w:ascii="Segoe UI Light" w:eastAsia="Segoe UI Light" w:hAnsi="Segoe UI Light" w:cs="Segoe UI Light"/>
          <w:color w:val="0070C0"/>
          <w:u w:color="0070C0"/>
        </w:rPr>
      </w:pPr>
      <w:proofErr w:type="spellStart"/>
      <w:r w:rsidRPr="001B0D47">
        <w:rPr>
          <w:rFonts w:ascii="Segoe UI Light" w:eastAsia="Segoe UI Light" w:hAnsi="Segoe UI Light" w:cs="Segoe UI Light"/>
          <w:color w:val="0070C0"/>
          <w:u w:color="0070C0"/>
        </w:rPr>
        <w:t>Stavebnı</w:t>
      </w:r>
      <w:proofErr w:type="spellEnd"/>
      <w:r w:rsidRPr="001B0D47">
        <w:rPr>
          <w:rFonts w:ascii="Segoe UI Light" w:eastAsia="Segoe UI Light" w:hAnsi="Segoe UI Light" w:cs="Segoe UI Light"/>
          <w:color w:val="0070C0"/>
          <w:u w:color="0070C0"/>
        </w:rPr>
        <w:t xml:space="preserve">́ </w:t>
      </w:r>
      <w:proofErr w:type="gramStart"/>
      <w:r w:rsidRPr="001B0D47">
        <w:rPr>
          <w:rFonts w:ascii="Segoe UI Light" w:eastAsia="Segoe UI Light" w:hAnsi="Segoe UI Light" w:cs="Segoe UI Light"/>
          <w:color w:val="0070C0"/>
          <w:u w:color="0070C0"/>
        </w:rPr>
        <w:t xml:space="preserve">normy - </w:t>
      </w:r>
      <w:proofErr w:type="spellStart"/>
      <w:r w:rsidRPr="001B0D47">
        <w:rPr>
          <w:rFonts w:ascii="Segoe UI Light" w:eastAsia="Segoe UI Light" w:hAnsi="Segoe UI Light" w:cs="Segoe UI Light"/>
          <w:color w:val="0070C0"/>
          <w:u w:color="0070C0"/>
        </w:rPr>
        <w:t>zák</w:t>
      </w:r>
      <w:proofErr w:type="spellEnd"/>
      <w:proofErr w:type="gramEnd"/>
      <w:r w:rsidRPr="001B0D47">
        <w:rPr>
          <w:rFonts w:ascii="Segoe UI Light" w:eastAsia="Segoe UI Light" w:hAnsi="Segoe UI Light" w:cs="Segoe UI Light"/>
          <w:color w:val="0070C0"/>
          <w:u w:color="0070C0"/>
        </w:rPr>
        <w:t>. 183/2006 Sb.</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Pr="001B0D47">
        <w:rPr>
          <w:rFonts w:ascii="Segoe UI Light" w:eastAsia="Segoe UI Light" w:hAnsi="Segoe UI Light" w:cs="Segoe UI Light"/>
          <w:color w:val="0070C0"/>
          <w:u w:color="0070C0"/>
        </w:rPr>
        <w:t xml:space="preserve">SN 73 4108 – </w:t>
      </w:r>
      <w:proofErr w:type="spellStart"/>
      <w:r w:rsidRPr="001B0D47">
        <w:rPr>
          <w:rFonts w:ascii="Segoe UI Light" w:eastAsia="Segoe UI Light" w:hAnsi="Segoe UI Light" w:cs="Segoe UI Light"/>
          <w:color w:val="0070C0"/>
          <w:u w:color="0070C0"/>
        </w:rPr>
        <w:t>Hygienicka</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zař</w:t>
      </w:r>
      <w:r w:rsidR="008E528F">
        <w:rPr>
          <w:rFonts w:ascii="Segoe UI Light" w:eastAsia="Segoe UI Light" w:hAnsi="Segoe UI Light" w:cs="Segoe UI Light"/>
          <w:color w:val="0070C0"/>
          <w:u w:color="0070C0"/>
        </w:rPr>
        <w:t>ízení</w:t>
      </w:r>
      <w:proofErr w:type="spellEnd"/>
      <w:r w:rsidRPr="001B0D47">
        <w:rPr>
          <w:rFonts w:ascii="Segoe UI Light" w:eastAsia="Segoe UI Light" w:hAnsi="Segoe UI Light" w:cs="Segoe UI Light"/>
          <w:color w:val="0070C0"/>
          <w:u w:color="0070C0"/>
        </w:rPr>
        <w:t xml:space="preserve"> a </w:t>
      </w:r>
      <w:proofErr w:type="spellStart"/>
      <w:r w:rsidRPr="001B0D47">
        <w:rPr>
          <w:rFonts w:ascii="Segoe UI Light" w:eastAsia="Segoe UI Light" w:hAnsi="Segoe UI Light" w:cs="Segoe UI Light"/>
          <w:color w:val="0070C0"/>
          <w:u w:color="0070C0"/>
        </w:rPr>
        <w:t>šatny</w:t>
      </w:r>
      <w:proofErr w:type="spellEnd"/>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73 0530 - Akustika</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0540-1 - </w:t>
      </w:r>
      <w:proofErr w:type="spellStart"/>
      <w:r w:rsidRPr="001B0D47">
        <w:rPr>
          <w:rFonts w:ascii="Segoe UI Light" w:eastAsia="Segoe UI Light" w:hAnsi="Segoe UI Light" w:cs="Segoe UI Light"/>
          <w:color w:val="0070C0"/>
          <w:u w:color="0070C0"/>
        </w:rPr>
        <w:t>Tepelna</w:t>
      </w:r>
      <w:proofErr w:type="spellEnd"/>
      <w:r w:rsidRPr="001B0D47">
        <w:rPr>
          <w:rFonts w:ascii="Segoe UI Light" w:eastAsia="Segoe UI Light" w:hAnsi="Segoe UI Light" w:cs="Segoe UI Light"/>
          <w:color w:val="0070C0"/>
          <w:u w:color="0070C0"/>
        </w:rPr>
        <w:t xml:space="preserve">́ ochrana budov. </w:t>
      </w:r>
      <w:r w:rsidR="008E528F">
        <w:rPr>
          <w:rFonts w:ascii="Segoe UI Light" w:eastAsia="Segoe UI Light" w:hAnsi="Segoe UI Light" w:cs="Segoe UI Light"/>
          <w:color w:val="0070C0"/>
          <w:u w:color="0070C0"/>
        </w:rPr>
        <w:t>Čás</w:t>
      </w:r>
      <w:r w:rsidRPr="001B0D47">
        <w:rPr>
          <w:rFonts w:ascii="Segoe UI Light" w:eastAsia="Segoe UI Light" w:hAnsi="Segoe UI Light" w:cs="Segoe UI Light"/>
          <w:color w:val="0070C0"/>
          <w:u w:color="0070C0"/>
        </w:rPr>
        <w:t>t 1: Term</w:t>
      </w:r>
      <w:r w:rsidR="008E528F">
        <w:rPr>
          <w:rFonts w:ascii="Segoe UI Light" w:eastAsia="Segoe UI Light" w:hAnsi="Segoe UI Light" w:cs="Segoe UI Light"/>
          <w:color w:val="0070C0"/>
          <w:u w:color="0070C0"/>
        </w:rPr>
        <w:t>ín</w:t>
      </w:r>
      <w:r w:rsidRPr="001B0D47">
        <w:rPr>
          <w:rFonts w:ascii="Segoe UI Light" w:eastAsia="Segoe UI Light" w:hAnsi="Segoe UI Light" w:cs="Segoe UI Light"/>
          <w:color w:val="0070C0"/>
          <w:u w:color="0070C0"/>
        </w:rPr>
        <w:t xml:space="preserve">y, definice a </w:t>
      </w:r>
      <w:proofErr w:type="spellStart"/>
      <w:r w:rsidRPr="001B0D47">
        <w:rPr>
          <w:rFonts w:ascii="Segoe UI Light" w:eastAsia="Segoe UI Light" w:hAnsi="Segoe UI Light" w:cs="Segoe UI Light"/>
          <w:color w:val="0070C0"/>
          <w:u w:color="0070C0"/>
        </w:rPr>
        <w:t>veličiny</w:t>
      </w:r>
      <w:proofErr w:type="spellEnd"/>
      <w:r w:rsidRPr="001B0D47">
        <w:rPr>
          <w:rFonts w:ascii="Segoe UI Light" w:eastAsia="Segoe UI Light" w:hAnsi="Segoe UI Light" w:cs="Segoe UI Light"/>
          <w:color w:val="0070C0"/>
          <w:u w:color="0070C0"/>
        </w:rPr>
        <w:t xml:space="preserve"> pro </w:t>
      </w:r>
      <w:proofErr w:type="spellStart"/>
      <w:r w:rsidRPr="001B0D47">
        <w:rPr>
          <w:rFonts w:ascii="Segoe UI Light" w:eastAsia="Segoe UI Light" w:hAnsi="Segoe UI Light" w:cs="Segoe UI Light"/>
          <w:color w:val="0070C0"/>
          <w:u w:color="0070C0"/>
        </w:rPr>
        <w:t>navrhovánı</w:t>
      </w:r>
      <w:proofErr w:type="spellEnd"/>
      <w:r w:rsidRPr="001B0D47">
        <w:rPr>
          <w:rFonts w:ascii="Segoe UI Light" w:eastAsia="Segoe UI Light" w:hAnsi="Segoe UI Light" w:cs="Segoe UI Light"/>
          <w:color w:val="0070C0"/>
          <w:u w:color="0070C0"/>
        </w:rPr>
        <w:t xml:space="preserve">́ a </w:t>
      </w:r>
      <w:proofErr w:type="spellStart"/>
      <w:r w:rsidRPr="001B0D47">
        <w:rPr>
          <w:rFonts w:ascii="Segoe UI Light" w:eastAsia="Segoe UI Light" w:hAnsi="Segoe UI Light" w:cs="Segoe UI Light"/>
          <w:color w:val="0070C0"/>
          <w:u w:color="0070C0"/>
        </w:rPr>
        <w:t>ověřovánı</w:t>
      </w:r>
      <w:proofErr w:type="spellEnd"/>
      <w:r w:rsidRPr="001B0D47">
        <w:rPr>
          <w:rFonts w:ascii="Segoe UI Light" w:eastAsia="Segoe UI Light" w:hAnsi="Segoe UI Light" w:cs="Segoe UI Light"/>
          <w:color w:val="0070C0"/>
          <w:u w:color="0070C0"/>
        </w:rPr>
        <w:t>́</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0580 - </w:t>
      </w:r>
      <w:proofErr w:type="spellStart"/>
      <w:r w:rsidRPr="001B0D47">
        <w:rPr>
          <w:rFonts w:ascii="Segoe UI Light" w:eastAsia="Segoe UI Light" w:hAnsi="Segoe UI Light" w:cs="Segoe UI Light"/>
          <w:color w:val="0070C0"/>
          <w:u w:color="0070C0"/>
        </w:rPr>
        <w:t>Dennı</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osvětlenı</w:t>
      </w:r>
      <w:proofErr w:type="spellEnd"/>
      <w:r w:rsidRPr="001B0D47">
        <w:rPr>
          <w:rFonts w:ascii="Segoe UI Light" w:eastAsia="Segoe UI Light" w:hAnsi="Segoe UI Light" w:cs="Segoe UI Light"/>
          <w:color w:val="0070C0"/>
          <w:u w:color="0070C0"/>
        </w:rPr>
        <w:t xml:space="preserve">́ budov. </w:t>
      </w:r>
      <w:r w:rsidR="008E528F">
        <w:rPr>
          <w:rFonts w:ascii="Segoe UI Light" w:eastAsia="Segoe UI Light" w:hAnsi="Segoe UI Light" w:cs="Segoe UI Light"/>
          <w:color w:val="0070C0"/>
          <w:u w:color="0070C0"/>
        </w:rPr>
        <w:t>Část</w:t>
      </w:r>
      <w:r w:rsidRPr="001B0D47">
        <w:rPr>
          <w:rFonts w:ascii="Segoe UI Light" w:eastAsia="Segoe UI Light" w:hAnsi="Segoe UI Light" w:cs="Segoe UI Light"/>
          <w:color w:val="0070C0"/>
          <w:u w:color="0070C0"/>
        </w:rPr>
        <w:t xml:space="preserve"> 1: </w:t>
      </w:r>
      <w:proofErr w:type="spellStart"/>
      <w:r w:rsidRPr="001B0D47">
        <w:rPr>
          <w:rFonts w:ascii="Segoe UI Light" w:eastAsia="Segoe UI Light" w:hAnsi="Segoe UI Light" w:cs="Segoe UI Light"/>
          <w:color w:val="0070C0"/>
          <w:u w:color="0070C0"/>
        </w:rPr>
        <w:t>Základnı</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požadavky</w:t>
      </w:r>
      <w:proofErr w:type="spellEnd"/>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0821 - </w:t>
      </w:r>
      <w:proofErr w:type="spellStart"/>
      <w:r w:rsidRPr="001B0D47">
        <w:rPr>
          <w:rFonts w:ascii="Segoe UI Light" w:eastAsia="Segoe UI Light" w:hAnsi="Segoe UI Light" w:cs="Segoe UI Light"/>
          <w:color w:val="0070C0"/>
          <w:u w:color="0070C0"/>
        </w:rPr>
        <w:t>Požárnı</w:t>
      </w:r>
      <w:proofErr w:type="spellEnd"/>
      <w:r w:rsidRPr="001B0D47">
        <w:rPr>
          <w:rFonts w:ascii="Segoe UI Light" w:eastAsia="Segoe UI Light" w:hAnsi="Segoe UI Light" w:cs="Segoe UI Light"/>
          <w:color w:val="0070C0"/>
          <w:u w:color="0070C0"/>
        </w:rPr>
        <w:t>́ odolnost stavebn</w:t>
      </w:r>
      <w:r w:rsidR="008E528F">
        <w:rPr>
          <w:rFonts w:ascii="Segoe UI Light" w:eastAsia="Segoe UI Light" w:hAnsi="Segoe UI Light" w:cs="Segoe UI Light"/>
          <w:color w:val="0070C0"/>
          <w:u w:color="0070C0"/>
        </w:rPr>
        <w:t>íc</w:t>
      </w:r>
      <w:r w:rsidRPr="001B0D47">
        <w:rPr>
          <w:rFonts w:ascii="Segoe UI Light" w:eastAsia="Segoe UI Light" w:hAnsi="Segoe UI Light" w:cs="Segoe UI Light"/>
          <w:color w:val="0070C0"/>
          <w:u w:color="0070C0"/>
        </w:rPr>
        <w:t xml:space="preserve">h </w:t>
      </w:r>
      <w:proofErr w:type="spellStart"/>
      <w:r w:rsidRPr="001B0D47">
        <w:rPr>
          <w:rFonts w:ascii="Segoe UI Light" w:eastAsia="Segoe UI Light" w:hAnsi="Segoe UI Light" w:cs="Segoe UI Light"/>
          <w:color w:val="0070C0"/>
          <w:u w:color="0070C0"/>
        </w:rPr>
        <w:t>konstrukcı</w:t>
      </w:r>
      <w:proofErr w:type="spellEnd"/>
      <w:r w:rsidRPr="001B0D47">
        <w:rPr>
          <w:rFonts w:ascii="Segoe UI Light" w:eastAsia="Segoe UI Light" w:hAnsi="Segoe UI Light" w:cs="Segoe UI Light"/>
          <w:color w:val="0070C0"/>
          <w:u w:color="0070C0"/>
        </w:rPr>
        <w:t>́</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1101 - </w:t>
      </w:r>
      <w:proofErr w:type="spellStart"/>
      <w:r w:rsidRPr="001B0D47">
        <w:rPr>
          <w:rFonts w:ascii="Segoe UI Light" w:eastAsia="Segoe UI Light" w:hAnsi="Segoe UI Light" w:cs="Segoe UI Light"/>
          <w:color w:val="0070C0"/>
          <w:u w:color="0070C0"/>
        </w:rPr>
        <w:t>Navrhovánı</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zděných</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konstrukcı</w:t>
      </w:r>
      <w:proofErr w:type="spellEnd"/>
      <w:r w:rsidRPr="001B0D47">
        <w:rPr>
          <w:rFonts w:ascii="Segoe UI Light" w:eastAsia="Segoe UI Light" w:hAnsi="Segoe UI Light" w:cs="Segoe UI Light"/>
          <w:color w:val="0070C0"/>
          <w:u w:color="0070C0"/>
        </w:rPr>
        <w:t>́</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3450 - </w:t>
      </w:r>
      <w:proofErr w:type="spellStart"/>
      <w:r w:rsidRPr="001B0D47">
        <w:rPr>
          <w:rFonts w:ascii="Segoe UI Light" w:eastAsia="Segoe UI Light" w:hAnsi="Segoe UI Light" w:cs="Segoe UI Light"/>
          <w:color w:val="0070C0"/>
          <w:u w:color="0070C0"/>
        </w:rPr>
        <w:t>změna</w:t>
      </w:r>
      <w:proofErr w:type="spellEnd"/>
      <w:r w:rsidRPr="001B0D47">
        <w:rPr>
          <w:rFonts w:ascii="Segoe UI Light" w:eastAsia="Segoe UI Light" w:hAnsi="Segoe UI Light" w:cs="Segoe UI Light"/>
          <w:color w:val="0070C0"/>
          <w:u w:color="0070C0"/>
        </w:rPr>
        <w:t xml:space="preserve"> Z1 Obklady </w:t>
      </w:r>
      <w:proofErr w:type="spellStart"/>
      <w:r w:rsidRPr="001B0D47">
        <w:rPr>
          <w:rFonts w:ascii="Segoe UI Light" w:eastAsia="Segoe UI Light" w:hAnsi="Segoe UI Light" w:cs="Segoe UI Light"/>
          <w:color w:val="0070C0"/>
          <w:u w:color="0070C0"/>
        </w:rPr>
        <w:t>keramicke</w:t>
      </w:r>
      <w:proofErr w:type="spellEnd"/>
      <w:r w:rsidRPr="001B0D47">
        <w:rPr>
          <w:rFonts w:ascii="Segoe UI Light" w:eastAsia="Segoe UI Light" w:hAnsi="Segoe UI Light" w:cs="Segoe UI Light"/>
          <w:color w:val="0070C0"/>
          <w:u w:color="0070C0"/>
        </w:rPr>
        <w:t xml:space="preserve">́ a </w:t>
      </w:r>
      <w:proofErr w:type="spellStart"/>
      <w:r w:rsidRPr="001B0D47">
        <w:rPr>
          <w:rFonts w:ascii="Segoe UI Light" w:eastAsia="Segoe UI Light" w:hAnsi="Segoe UI Light" w:cs="Segoe UI Light"/>
          <w:color w:val="0070C0"/>
          <w:u w:color="0070C0"/>
        </w:rPr>
        <w:t>skleněne</w:t>
      </w:r>
      <w:proofErr w:type="spellEnd"/>
      <w:r w:rsidRPr="001B0D47">
        <w:rPr>
          <w:rFonts w:ascii="Segoe UI Light" w:eastAsia="Segoe UI Light" w:hAnsi="Segoe UI Light" w:cs="Segoe UI Light"/>
          <w:color w:val="0070C0"/>
          <w:u w:color="0070C0"/>
        </w:rPr>
        <w:t xml:space="preserve">́ - </w:t>
      </w:r>
      <w:proofErr w:type="spellStart"/>
      <w:r w:rsidRPr="001B0D47">
        <w:rPr>
          <w:rFonts w:ascii="Segoe UI Light" w:eastAsia="Segoe UI Light" w:hAnsi="Segoe UI Light" w:cs="Segoe UI Light"/>
          <w:color w:val="0070C0"/>
          <w:u w:color="0070C0"/>
        </w:rPr>
        <w:t>změna</w:t>
      </w:r>
      <w:proofErr w:type="spellEnd"/>
      <w:r w:rsidRPr="001B0D47">
        <w:rPr>
          <w:rFonts w:ascii="Segoe UI Light" w:eastAsia="Segoe UI Light" w:hAnsi="Segoe UI Light" w:cs="Segoe UI Light"/>
          <w:color w:val="0070C0"/>
          <w:u w:color="0070C0"/>
        </w:rPr>
        <w:t xml:space="preserve"> 1978-0</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1102 - </w:t>
      </w:r>
      <w:proofErr w:type="spellStart"/>
      <w:r w:rsidRPr="001B0D47">
        <w:rPr>
          <w:rFonts w:ascii="Segoe UI Light" w:eastAsia="Segoe UI Light" w:hAnsi="Segoe UI Light" w:cs="Segoe UI Light"/>
          <w:color w:val="0070C0"/>
          <w:u w:color="0070C0"/>
        </w:rPr>
        <w:t>Navrhovánı</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vodorovných</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konstrukcı</w:t>
      </w:r>
      <w:proofErr w:type="spellEnd"/>
      <w:r w:rsidRPr="001B0D47">
        <w:rPr>
          <w:rFonts w:ascii="Segoe UI Light" w:eastAsia="Segoe UI Light" w:hAnsi="Segoe UI Light" w:cs="Segoe UI Light"/>
          <w:color w:val="0070C0"/>
          <w:u w:color="0070C0"/>
        </w:rPr>
        <w:t xml:space="preserve">́ z </w:t>
      </w:r>
      <w:proofErr w:type="spellStart"/>
      <w:r w:rsidRPr="001B0D47">
        <w:rPr>
          <w:rFonts w:ascii="Segoe UI Light" w:eastAsia="Segoe UI Light" w:hAnsi="Segoe UI Light" w:cs="Segoe UI Light"/>
          <w:color w:val="0070C0"/>
          <w:u w:color="0070C0"/>
        </w:rPr>
        <w:t>cihelných</w:t>
      </w:r>
      <w:proofErr w:type="spellEnd"/>
      <w:r w:rsidRPr="001B0D47">
        <w:rPr>
          <w:rFonts w:ascii="Segoe UI Light" w:eastAsia="Segoe UI Light" w:hAnsi="Segoe UI Light" w:cs="Segoe UI Light"/>
          <w:color w:val="0070C0"/>
          <w:u w:color="0070C0"/>
        </w:rPr>
        <w:t xml:space="preserve"> tvarovek</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73 1201 - </w:t>
      </w:r>
      <w:proofErr w:type="spellStart"/>
      <w:r w:rsidRPr="001B0D47">
        <w:rPr>
          <w:rFonts w:ascii="Segoe UI Light" w:eastAsia="Segoe UI Light" w:hAnsi="Segoe UI Light" w:cs="Segoe UI Light"/>
          <w:color w:val="0070C0"/>
          <w:u w:color="0070C0"/>
        </w:rPr>
        <w:t>Navrhovánı</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betonových</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konstrukcı</w:t>
      </w:r>
      <w:proofErr w:type="spellEnd"/>
      <w:r w:rsidRPr="001B0D47">
        <w:rPr>
          <w:rFonts w:ascii="Segoe UI Light" w:eastAsia="Segoe UI Light" w:hAnsi="Segoe UI Light" w:cs="Segoe UI Light"/>
          <w:color w:val="0070C0"/>
          <w:u w:color="0070C0"/>
        </w:rPr>
        <w:t>́</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74 4505 – Podlahy – </w:t>
      </w:r>
      <w:proofErr w:type="spellStart"/>
      <w:r w:rsidRPr="001B0D47">
        <w:rPr>
          <w:rFonts w:ascii="Segoe UI Light" w:eastAsia="Segoe UI Light" w:hAnsi="Segoe UI Light" w:cs="Segoe UI Light"/>
          <w:color w:val="0070C0"/>
          <w:u w:color="0070C0"/>
        </w:rPr>
        <w:t>společna</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ustanovenı</w:t>
      </w:r>
      <w:proofErr w:type="spellEnd"/>
      <w:r w:rsidRPr="001B0D47">
        <w:rPr>
          <w:rFonts w:ascii="Segoe UI Light" w:eastAsia="Segoe UI Light" w:hAnsi="Segoe UI Light" w:cs="Segoe UI Light"/>
          <w:color w:val="0070C0"/>
          <w:u w:color="0070C0"/>
        </w:rPr>
        <w:t>́</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 xml:space="preserve">EN 13964 74 4521 – </w:t>
      </w:r>
      <w:proofErr w:type="spellStart"/>
      <w:r w:rsidRPr="001B0D47">
        <w:rPr>
          <w:rFonts w:ascii="Segoe UI Light" w:eastAsia="Segoe UI Light" w:hAnsi="Segoe UI Light" w:cs="Segoe UI Light"/>
          <w:color w:val="0070C0"/>
          <w:u w:color="0070C0"/>
        </w:rPr>
        <w:t>Zavěšene</w:t>
      </w:r>
      <w:proofErr w:type="spellEnd"/>
      <w:r w:rsidRPr="001B0D47">
        <w:rPr>
          <w:rFonts w:ascii="Segoe UI Light" w:eastAsia="Segoe UI Light" w:hAnsi="Segoe UI Light" w:cs="Segoe UI Light"/>
          <w:color w:val="0070C0"/>
          <w:u w:color="0070C0"/>
        </w:rPr>
        <w:t>́ podhledy</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73</w:t>
      </w:r>
      <w:r w:rsidR="008E528F">
        <w:rPr>
          <w:rFonts w:ascii="Segoe UI Light" w:eastAsia="Segoe UI Light" w:hAnsi="Segoe UI Light" w:cs="Segoe UI Light"/>
          <w:color w:val="0070C0"/>
          <w:u w:color="0070C0"/>
        </w:rPr>
        <w:t xml:space="preserve"> </w:t>
      </w:r>
      <w:r w:rsidRPr="001B0D47">
        <w:rPr>
          <w:rFonts w:ascii="Segoe UI Light" w:eastAsia="Segoe UI Light" w:hAnsi="Segoe UI Light" w:cs="Segoe UI Light"/>
          <w:color w:val="0070C0"/>
          <w:u w:color="0070C0"/>
        </w:rPr>
        <w:t>3305</w:t>
      </w:r>
      <w:r w:rsidR="008E528F">
        <w:rPr>
          <w:rFonts w:ascii="Segoe UI Light" w:eastAsia="Segoe UI Light" w:hAnsi="Segoe UI Light" w:cs="Segoe UI Light"/>
          <w:color w:val="0070C0"/>
          <w:u w:color="0070C0"/>
        </w:rPr>
        <w:t xml:space="preserve"> </w:t>
      </w:r>
      <w:r w:rsidRPr="001B0D47">
        <w:rPr>
          <w:rFonts w:ascii="Segoe UI Light" w:eastAsia="Segoe UI Light" w:hAnsi="Segoe UI Light" w:cs="Segoe UI Light"/>
          <w:color w:val="0070C0"/>
          <w:u w:color="0070C0"/>
        </w:rPr>
        <w:t>–</w:t>
      </w:r>
      <w:r w:rsidR="008E528F">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Ochranna</w:t>
      </w:r>
      <w:proofErr w:type="spellEnd"/>
      <w:r w:rsidRPr="001B0D47">
        <w:rPr>
          <w:rFonts w:ascii="Segoe UI Light" w:eastAsia="Segoe UI Light" w:hAnsi="Segoe UI Light" w:cs="Segoe UI Light"/>
          <w:color w:val="0070C0"/>
          <w:u w:color="0070C0"/>
        </w:rPr>
        <w:t xml:space="preserve">́ </w:t>
      </w:r>
      <w:proofErr w:type="spellStart"/>
      <w:r w:rsidRPr="001B0D47">
        <w:rPr>
          <w:rFonts w:ascii="Segoe UI Light" w:eastAsia="Segoe UI Light" w:hAnsi="Segoe UI Light" w:cs="Segoe UI Light"/>
          <w:color w:val="0070C0"/>
          <w:u w:color="0070C0"/>
        </w:rPr>
        <w:t>zábradlı</w:t>
      </w:r>
      <w:proofErr w:type="spellEnd"/>
      <w:r w:rsidRPr="001B0D47">
        <w:rPr>
          <w:rFonts w:ascii="Segoe UI Light" w:eastAsia="Segoe UI Light" w:hAnsi="Segoe UI Light" w:cs="Segoe UI Light"/>
          <w:color w:val="0070C0"/>
          <w:u w:color="0070C0"/>
        </w:rPr>
        <w:t>́</w:t>
      </w:r>
      <w:r w:rsidRPr="001B0D47">
        <w:rPr>
          <w:rFonts w:ascii="Segoe UI Light" w:eastAsia="Segoe UI Light" w:hAnsi="Segoe UI Light" w:cs="Segoe UI Light"/>
          <w:color w:val="0070C0"/>
          <w:u w:color="0070C0"/>
        </w:rPr>
        <w:br/>
      </w:r>
      <w:r w:rsidR="00271291">
        <w:rPr>
          <w:rFonts w:ascii="Segoe UI Light" w:eastAsia="Segoe UI Light" w:hAnsi="Segoe UI Light" w:cs="Segoe UI Light"/>
          <w:color w:val="0070C0"/>
          <w:u w:color="0070C0"/>
        </w:rPr>
        <w:t>Č</w:t>
      </w:r>
      <w:r w:rsidR="00271291" w:rsidRPr="001B0D47">
        <w:rPr>
          <w:rFonts w:ascii="Segoe UI Light" w:eastAsia="Segoe UI Light" w:hAnsi="Segoe UI Light" w:cs="Segoe UI Light"/>
          <w:color w:val="0070C0"/>
          <w:u w:color="0070C0"/>
        </w:rPr>
        <w:t xml:space="preserve">SN </w:t>
      </w:r>
      <w:r w:rsidRPr="001B0D47">
        <w:rPr>
          <w:rFonts w:ascii="Segoe UI Light" w:eastAsia="Segoe UI Light" w:hAnsi="Segoe UI Light" w:cs="Segoe UI Light"/>
          <w:color w:val="0070C0"/>
          <w:u w:color="0070C0"/>
        </w:rPr>
        <w:t>73 4201 – Kom</w:t>
      </w:r>
      <w:r w:rsidR="008E528F">
        <w:rPr>
          <w:rFonts w:ascii="Segoe UI Light" w:eastAsia="Segoe UI Light" w:hAnsi="Segoe UI Light" w:cs="Segoe UI Light"/>
          <w:color w:val="0070C0"/>
          <w:u w:color="0070C0"/>
        </w:rPr>
        <w:t>ín</w:t>
      </w:r>
      <w:r w:rsidRPr="001B0D47">
        <w:rPr>
          <w:rFonts w:ascii="Segoe UI Light" w:eastAsia="Segoe UI Light" w:hAnsi="Segoe UI Light" w:cs="Segoe UI Light"/>
          <w:color w:val="0070C0"/>
          <w:u w:color="0070C0"/>
        </w:rPr>
        <w:t xml:space="preserve">y a </w:t>
      </w:r>
      <w:proofErr w:type="spellStart"/>
      <w:r w:rsidRPr="001B0D47">
        <w:rPr>
          <w:rFonts w:ascii="Segoe UI Light" w:eastAsia="Segoe UI Light" w:hAnsi="Segoe UI Light" w:cs="Segoe UI Light"/>
          <w:color w:val="0070C0"/>
          <w:u w:color="0070C0"/>
        </w:rPr>
        <w:t>kouřovody</w:t>
      </w:r>
      <w:proofErr w:type="spellEnd"/>
      <w:r w:rsidRPr="001B0D47">
        <w:rPr>
          <w:rFonts w:ascii="Segoe UI Light" w:eastAsia="Segoe UI Light" w:hAnsi="Segoe UI Light" w:cs="Segoe UI Light"/>
          <w:color w:val="0070C0"/>
          <w:u w:color="0070C0"/>
        </w:rPr>
        <w:t xml:space="preserve"> </w:t>
      </w:r>
    </w:p>
    <w:p w14:paraId="5A632F9D" w14:textId="3CCBDEF8" w:rsidR="008E528F" w:rsidRDefault="00271291" w:rsidP="008E528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134"/>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ČSN</w:t>
      </w:r>
      <w:r w:rsidR="001B0D47" w:rsidRPr="001B0D47">
        <w:rPr>
          <w:rFonts w:ascii="Segoe UI Light" w:eastAsia="Segoe UI Light" w:hAnsi="Segoe UI Light" w:cs="Segoe UI Light"/>
          <w:color w:val="0070C0"/>
          <w:u w:color="0070C0"/>
        </w:rPr>
        <w:t xml:space="preserve"> 73 6056 </w:t>
      </w:r>
      <w:r w:rsidR="008E528F">
        <w:rPr>
          <w:rFonts w:ascii="Segoe UI Light" w:eastAsia="Segoe UI Light" w:hAnsi="Segoe UI Light" w:cs="Segoe UI Light"/>
          <w:color w:val="0070C0"/>
          <w:u w:color="0070C0"/>
        </w:rPr>
        <w:t>– Odstavné a parkovací plochy silničních vozidel</w:t>
      </w:r>
    </w:p>
    <w:p w14:paraId="18D19E9F" w14:textId="481DBF5C" w:rsidR="008E528F" w:rsidRDefault="00271291" w:rsidP="008E528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134"/>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ČSN</w:t>
      </w:r>
      <w:r w:rsidR="001B0D47" w:rsidRPr="001B0D47">
        <w:rPr>
          <w:rFonts w:ascii="Segoe UI Light" w:eastAsia="Segoe UI Light" w:hAnsi="Segoe UI Light" w:cs="Segoe UI Light"/>
          <w:color w:val="0070C0"/>
          <w:u w:color="0070C0"/>
        </w:rPr>
        <w:t xml:space="preserve"> 73 5305 </w:t>
      </w:r>
      <w:r w:rsidR="008E528F">
        <w:rPr>
          <w:rFonts w:ascii="Segoe UI Light" w:eastAsia="Segoe UI Light" w:hAnsi="Segoe UI Light" w:cs="Segoe UI Light"/>
          <w:color w:val="0070C0"/>
          <w:u w:color="0070C0"/>
        </w:rPr>
        <w:t>– Administrativní budovy</w:t>
      </w:r>
    </w:p>
    <w:p w14:paraId="7E0F0D1D" w14:textId="6D637CFF" w:rsidR="008E528F" w:rsidRDefault="00271291" w:rsidP="008E528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134"/>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ČSN</w:t>
      </w:r>
      <w:r w:rsidR="001B0D47" w:rsidRPr="001B0D47">
        <w:rPr>
          <w:rFonts w:ascii="Segoe UI Light" w:eastAsia="Segoe UI Light" w:hAnsi="Segoe UI Light" w:cs="Segoe UI Light"/>
          <w:color w:val="0070C0"/>
          <w:u w:color="0070C0"/>
        </w:rPr>
        <w:t xml:space="preserve"> 74 6077</w:t>
      </w:r>
      <w:r w:rsidR="008E528F">
        <w:rPr>
          <w:rFonts w:ascii="Segoe UI Light" w:eastAsia="Segoe UI Light" w:hAnsi="Segoe UI Light" w:cs="Segoe UI Light"/>
          <w:color w:val="0070C0"/>
          <w:u w:color="0070C0"/>
        </w:rPr>
        <w:t xml:space="preserve"> – Okna a vnější dveře</w:t>
      </w:r>
    </w:p>
    <w:p w14:paraId="23232373" w14:textId="618B8C67" w:rsidR="001B0D47" w:rsidRPr="001B0D47" w:rsidRDefault="00271291" w:rsidP="008E528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134"/>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ČSN</w:t>
      </w:r>
      <w:r w:rsidR="001B0D47" w:rsidRPr="001B0D47">
        <w:rPr>
          <w:rFonts w:ascii="Segoe UI Light" w:eastAsia="Segoe UI Light" w:hAnsi="Segoe UI Light" w:cs="Segoe UI Light"/>
          <w:color w:val="0070C0"/>
          <w:u w:color="0070C0"/>
        </w:rPr>
        <w:t xml:space="preserve"> 73 6058</w:t>
      </w:r>
      <w:r w:rsidR="008E528F">
        <w:rPr>
          <w:rFonts w:ascii="Segoe UI Light" w:eastAsia="Segoe UI Light" w:hAnsi="Segoe UI Light" w:cs="Segoe UI Light"/>
          <w:color w:val="0070C0"/>
          <w:u w:color="0070C0"/>
        </w:rPr>
        <w:t xml:space="preserve"> – Jednotlivé, řadové a hromadné garáže</w:t>
      </w:r>
    </w:p>
    <w:p w14:paraId="1613B278" w14:textId="3E3DE6F4" w:rsidR="001B0D47" w:rsidRPr="001B0D47" w:rsidRDefault="00271291" w:rsidP="008E528F">
      <w:p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1134"/>
        <w:rPr>
          <w:rFonts w:ascii="Segoe UI Light" w:eastAsia="Segoe UI Light" w:hAnsi="Segoe UI Light" w:cs="Segoe UI Light"/>
          <w:color w:val="0070C0"/>
          <w:u w:color="0070C0"/>
        </w:rPr>
      </w:pPr>
      <w:r>
        <w:rPr>
          <w:rFonts w:ascii="Segoe UI Light" w:eastAsia="Segoe UI Light" w:hAnsi="Segoe UI Light" w:cs="Segoe UI Light"/>
          <w:color w:val="0070C0"/>
          <w:u w:color="0070C0"/>
        </w:rPr>
        <w:t>ČSN</w:t>
      </w:r>
      <w:r w:rsidR="001B0D47" w:rsidRPr="001B0D47">
        <w:rPr>
          <w:rFonts w:ascii="Segoe UI Light" w:eastAsia="Segoe UI Light" w:hAnsi="Segoe UI Light" w:cs="Segoe UI Light"/>
          <w:color w:val="0070C0"/>
          <w:u w:color="0070C0"/>
        </w:rPr>
        <w:t xml:space="preserve"> 73 4130 – </w:t>
      </w:r>
      <w:proofErr w:type="spellStart"/>
      <w:r w:rsidR="001B0D47" w:rsidRPr="001B0D47">
        <w:rPr>
          <w:rFonts w:ascii="Segoe UI Light" w:eastAsia="Segoe UI Light" w:hAnsi="Segoe UI Light" w:cs="Segoe UI Light"/>
          <w:color w:val="0070C0"/>
          <w:u w:color="0070C0"/>
        </w:rPr>
        <w:t>Schodište</w:t>
      </w:r>
      <w:proofErr w:type="spellEnd"/>
      <w:r w:rsidR="001B0D47" w:rsidRPr="001B0D47">
        <w:rPr>
          <w:rFonts w:ascii="Segoe UI Light" w:eastAsia="Segoe UI Light" w:hAnsi="Segoe UI Light" w:cs="Segoe UI Light"/>
          <w:color w:val="0070C0"/>
          <w:u w:color="0070C0"/>
        </w:rPr>
        <w:t xml:space="preserve">̌ a </w:t>
      </w:r>
      <w:r w:rsidR="008E528F">
        <w:rPr>
          <w:rFonts w:ascii="Segoe UI Light" w:eastAsia="Segoe UI Light" w:hAnsi="Segoe UI Light" w:cs="Segoe UI Light"/>
          <w:color w:val="0070C0"/>
          <w:u w:color="0070C0"/>
        </w:rPr>
        <w:t>šikmé rampy</w:t>
      </w:r>
    </w:p>
    <w:p w14:paraId="0155E184" w14:textId="77777777" w:rsidR="00842466" w:rsidRDefault="00842466" w:rsidP="001B0D47">
      <w:pPr>
        <w:pStyle w:val="Nadpis1"/>
        <w:ind w:left="0" w:firstLine="0"/>
      </w:pPr>
    </w:p>
    <w:p w14:paraId="56B93FB2" w14:textId="77777777" w:rsidR="00842466" w:rsidRDefault="00842466" w:rsidP="00842466">
      <w:pPr>
        <w:pStyle w:val="Nadpis1"/>
        <w:jc w:val="right"/>
      </w:pPr>
    </w:p>
    <w:p w14:paraId="6406CE1B" w14:textId="77777777" w:rsidR="001B0D47" w:rsidRPr="00817364" w:rsidRDefault="001B0D47" w:rsidP="001B0D47">
      <w:pPr>
        <w:pStyle w:val="Nadpis1"/>
        <w:jc w:val="right"/>
        <w:rPr>
          <w:b w:val="0"/>
          <w:bCs w:val="0"/>
        </w:rPr>
      </w:pPr>
      <w:proofErr w:type="spellStart"/>
      <w:r w:rsidRPr="00817364">
        <w:t>Ipoka</w:t>
      </w:r>
      <w:proofErr w:type="spellEnd"/>
      <w:r w:rsidRPr="00817364">
        <w:t xml:space="preserve"> s.r.o.</w:t>
      </w:r>
    </w:p>
    <w:p w14:paraId="741DDC17" w14:textId="77777777" w:rsidR="001B0D47" w:rsidRPr="00B75694" w:rsidRDefault="001B0D47" w:rsidP="001B0D47">
      <w:pPr>
        <w:jc w:val="right"/>
      </w:pPr>
      <w:r>
        <w:t>Blanky Waleské 558, 281 02 Cerhenice</w:t>
      </w:r>
    </w:p>
    <w:p w14:paraId="389148FB" w14:textId="77777777" w:rsidR="001B0D47" w:rsidRDefault="001B0D47" w:rsidP="001B0D47">
      <w:pPr>
        <w:pStyle w:val="TextA"/>
        <w:jc w:val="right"/>
      </w:pPr>
      <w:r w:rsidRPr="00B75694">
        <w:t>Vypracoval: Lukáš Nevole</w:t>
      </w:r>
    </w:p>
    <w:p w14:paraId="5C6543CA" w14:textId="18F9D7F3" w:rsidR="0002662E" w:rsidRDefault="001B0D47" w:rsidP="00271291">
      <w:pPr>
        <w:pStyle w:val="TextA"/>
        <w:jc w:val="right"/>
      </w:pPr>
      <w:r w:rsidRPr="00B75694">
        <w:t xml:space="preserve">Datum: </w:t>
      </w:r>
      <w:r w:rsidR="00F163DF">
        <w:t>0</w:t>
      </w:r>
      <w:r w:rsidR="009D25A2">
        <w:t>5</w:t>
      </w:r>
      <w:r w:rsidRPr="00B75694">
        <w:t>/202</w:t>
      </w:r>
      <w:r w:rsidR="009D25A2">
        <w:t>2</w:t>
      </w:r>
    </w:p>
    <w:sectPr w:rsidR="0002662E" w:rsidSect="00577FDE">
      <w:headerReference w:type="default" r:id="rId8"/>
      <w:footerReference w:type="default" r:id="rId9"/>
      <w:pgSz w:w="11900" w:h="16840"/>
      <w:pgMar w:top="2137" w:right="1440" w:bottom="1173" w:left="1440"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CB557" w14:textId="77777777" w:rsidR="00664B79" w:rsidRDefault="00664B79">
      <w:r>
        <w:separator/>
      </w:r>
    </w:p>
  </w:endnote>
  <w:endnote w:type="continuationSeparator" w:id="0">
    <w:p w14:paraId="3EC804EA" w14:textId="77777777" w:rsidR="00664B79" w:rsidRDefault="00664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Light">
    <w:panose1 w:val="020B0604020202020204"/>
    <w:charset w:val="00"/>
    <w:family w:val="swiss"/>
    <w:pitch w:val="variable"/>
    <w:sig w:usb0="E4002EFF" w:usb1="C000E47F" w:usb2="00000009" w:usb3="00000000" w:csb0="000001FF" w:csb1="00000000"/>
  </w:font>
  <w:font w:name="Helvetica Neue">
    <w:altName w:val="﷽﷽﷽﷽﷽﷽﷽﷽"/>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AD9B3" w14:textId="77777777" w:rsidR="0002662E" w:rsidRDefault="002F7D02">
    <w:pPr>
      <w:pStyle w:val="Zpat"/>
      <w:tabs>
        <w:tab w:val="clear" w:pos="9026"/>
        <w:tab w:val="right" w:pos="9000"/>
      </w:tabs>
    </w:pPr>
    <w:r>
      <w:fldChar w:fldCharType="begin"/>
    </w:r>
    <w:r>
      <w:instrText xml:space="preserve"> PAGE </w:instrText>
    </w:r>
    <w:r>
      <w:fldChar w:fldCharType="separate"/>
    </w:r>
    <w:r>
      <w:t>2</w:t>
    </w:r>
    <w:r>
      <w:fldChar w:fldCharType="end"/>
    </w:r>
    <w:r>
      <w:t>/</w:t>
    </w:r>
    <w:fldSimple w:instr=" NUMPAGES ">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B8BE2D" w14:textId="77777777" w:rsidR="00664B79" w:rsidRDefault="00664B79">
      <w:r>
        <w:separator/>
      </w:r>
    </w:p>
  </w:footnote>
  <w:footnote w:type="continuationSeparator" w:id="0">
    <w:p w14:paraId="42777BBC" w14:textId="77777777" w:rsidR="00664B79" w:rsidRDefault="00664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917AB7" w14:textId="77777777" w:rsidR="00C03D90" w:rsidRPr="00E46445" w:rsidRDefault="00C03D90" w:rsidP="00C03D90">
    <w:pPr>
      <w:pStyle w:val="Zhlav"/>
      <w:rPr>
        <w:sz w:val="20"/>
      </w:rPr>
    </w:pPr>
    <w:r w:rsidRPr="00E46445">
      <w:rPr>
        <w:noProof/>
      </w:rPr>
      <w:drawing>
        <wp:anchor distT="0" distB="0" distL="114300" distR="114300" simplePos="0" relativeHeight="251659264" behindDoc="0" locked="0" layoutInCell="1" allowOverlap="1" wp14:anchorId="3B6A7901" wp14:editId="7EB0F44D">
          <wp:simplePos x="0" y="0"/>
          <wp:positionH relativeFrom="margin">
            <wp:posOffset>-466725</wp:posOffset>
          </wp:positionH>
          <wp:positionV relativeFrom="topMargin">
            <wp:posOffset>464820</wp:posOffset>
          </wp:positionV>
          <wp:extent cx="2346325" cy="523875"/>
          <wp:effectExtent l="0" t="0" r="0" b="9525"/>
          <wp:wrapSquare wrapText="bothSides"/>
          <wp:docPr id="24" name="Obrázek 24"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24" descr="Obsah obrázku text, klipar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346325" cy="52387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E46445">
      <w:rPr>
        <w:sz w:val="20"/>
      </w:rPr>
      <w:t>IPOKa</w:t>
    </w:r>
    <w:proofErr w:type="spellEnd"/>
    <w:r w:rsidRPr="00E46445">
      <w:rPr>
        <w:sz w:val="20"/>
      </w:rPr>
      <w:t>, s.r.o.</w:t>
    </w:r>
    <w:r w:rsidRPr="00E46445">
      <w:rPr>
        <w:sz w:val="20"/>
      </w:rPr>
      <w:tab/>
    </w:r>
    <w:r w:rsidRPr="00E46445">
      <w:rPr>
        <w:sz w:val="20"/>
      </w:rPr>
      <w:tab/>
      <w:t>+420</w:t>
    </w:r>
    <w:r>
      <w:rPr>
        <w:sz w:val="20"/>
      </w:rPr>
      <w:t xml:space="preserve"> </w:t>
    </w:r>
    <w:r w:rsidRPr="00E46445">
      <w:rPr>
        <w:sz w:val="20"/>
      </w:rPr>
      <w:t>777 892 204</w:t>
    </w:r>
  </w:p>
  <w:p w14:paraId="631D7F2E" w14:textId="77777777" w:rsidR="00C03D90" w:rsidRPr="00E46445" w:rsidRDefault="00C03D90" w:rsidP="00C03D90">
    <w:pPr>
      <w:pStyle w:val="Zhlav"/>
      <w:rPr>
        <w:sz w:val="20"/>
      </w:rPr>
    </w:pPr>
    <w:r w:rsidRPr="00E46445">
      <w:rPr>
        <w:sz w:val="20"/>
      </w:rPr>
      <w:tab/>
      <w:t>Blanky Waleské 558, 281 02 Cerhenice</w:t>
    </w:r>
    <w:r w:rsidRPr="00E46445">
      <w:rPr>
        <w:sz w:val="20"/>
      </w:rPr>
      <w:tab/>
      <w:t xml:space="preserve"> info@ipoka.cz</w:t>
    </w:r>
  </w:p>
  <w:p w14:paraId="7DA4EECF" w14:textId="77777777" w:rsidR="00C03D90" w:rsidRPr="00E46445" w:rsidRDefault="00C03D90" w:rsidP="00C03D90">
    <w:pPr>
      <w:pStyle w:val="Zhlav"/>
      <w:rPr>
        <w:sz w:val="20"/>
      </w:rPr>
    </w:pPr>
    <w:r w:rsidRPr="00E46445">
      <w:rPr>
        <w:sz w:val="20"/>
      </w:rPr>
      <w:t>IČO: 07837071 DIČ: CZ07837071</w:t>
    </w:r>
    <w:r w:rsidRPr="00E46445">
      <w:rPr>
        <w:sz w:val="20"/>
      </w:rPr>
      <w:tab/>
      <w:t>www.ipoka.cz</w:t>
    </w:r>
  </w:p>
  <w:p w14:paraId="335ED587" w14:textId="07F9C7CC" w:rsidR="0002662E" w:rsidRDefault="0002662E">
    <w:pPr>
      <w:pStyle w:val="Zhlav"/>
      <w:tabs>
        <w:tab w:val="clear" w:pos="9026"/>
        <w:tab w:val="right" w:pos="9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E37707"/>
    <w:multiLevelType w:val="multilevel"/>
    <w:tmpl w:val="3D683BF2"/>
    <w:styleLink w:val="Importovanstyl2"/>
    <w:lvl w:ilvl="0">
      <w:start w:val="1"/>
      <w:numFmt w:val="upperLetter"/>
      <w:lvlText w:val="%1."/>
      <w:lvlJc w:val="left"/>
      <w:pPr>
        <w:ind w:left="283"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tabs>
          <w:tab w:val="left" w:pos="567"/>
        </w:tabs>
        <w:ind w:left="567"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tabs>
          <w:tab w:val="left" w:pos="850"/>
        </w:tabs>
        <w:ind w:left="850"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lowerLetter"/>
      <w:lvlText w:val="%4."/>
      <w:lvlJc w:val="left"/>
      <w:pPr>
        <w:ind w:left="113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nothing"/>
      <w:lvlText w:val="%4.%5."/>
      <w:lvlJc w:val="left"/>
      <w:pPr>
        <w:tabs>
          <w:tab w:val="left" w:pos="1134"/>
        </w:tabs>
        <w:ind w:left="141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nothing"/>
      <w:lvlText w:val="%4.%5.%6."/>
      <w:lvlJc w:val="left"/>
      <w:pPr>
        <w:tabs>
          <w:tab w:val="left" w:pos="1134"/>
        </w:tabs>
        <w:ind w:left="1701"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nothing"/>
      <w:lvlText w:val="%4.%5.%6.%7."/>
      <w:lvlJc w:val="left"/>
      <w:pPr>
        <w:tabs>
          <w:tab w:val="left" w:pos="1134"/>
        </w:tabs>
        <w:ind w:left="1984"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nothing"/>
      <w:lvlText w:val="%4.%5.%6.%7.%8."/>
      <w:lvlJc w:val="left"/>
      <w:pPr>
        <w:tabs>
          <w:tab w:val="left" w:pos="1134"/>
        </w:tabs>
        <w:ind w:left="2268"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nothing"/>
      <w:lvlText w:val="%4.%5.%6.%7.%8.%9."/>
      <w:lvlJc w:val="left"/>
      <w:pPr>
        <w:tabs>
          <w:tab w:val="left" w:pos="1134"/>
        </w:tabs>
        <w:ind w:left="2551"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19DB14C5"/>
    <w:multiLevelType w:val="multilevel"/>
    <w:tmpl w:val="3D683BF2"/>
    <w:numStyleLink w:val="Importovanstyl2"/>
  </w:abstractNum>
  <w:abstractNum w:abstractNumId="2" w15:restartNumberingAfterBreak="0">
    <w:nsid w:val="6C0D08E6"/>
    <w:multiLevelType w:val="multilevel"/>
    <w:tmpl w:val="15EE9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2E"/>
    <w:rsid w:val="000149DE"/>
    <w:rsid w:val="00017B57"/>
    <w:rsid w:val="0002662E"/>
    <w:rsid w:val="000A3E45"/>
    <w:rsid w:val="000C5885"/>
    <w:rsid w:val="001270DD"/>
    <w:rsid w:val="001A0CF1"/>
    <w:rsid w:val="001B0D47"/>
    <w:rsid w:val="00205290"/>
    <w:rsid w:val="00215085"/>
    <w:rsid w:val="0026574A"/>
    <w:rsid w:val="00271291"/>
    <w:rsid w:val="00272480"/>
    <w:rsid w:val="002F3926"/>
    <w:rsid w:val="002F7D02"/>
    <w:rsid w:val="0030278F"/>
    <w:rsid w:val="00440807"/>
    <w:rsid w:val="00441FB5"/>
    <w:rsid w:val="00472EC5"/>
    <w:rsid w:val="00511560"/>
    <w:rsid w:val="0054183E"/>
    <w:rsid w:val="0057254A"/>
    <w:rsid w:val="00573615"/>
    <w:rsid w:val="00574331"/>
    <w:rsid w:val="00577FDE"/>
    <w:rsid w:val="005813E9"/>
    <w:rsid w:val="005A1B8B"/>
    <w:rsid w:val="005A27E8"/>
    <w:rsid w:val="005D3D57"/>
    <w:rsid w:val="005F39CC"/>
    <w:rsid w:val="005F4BA5"/>
    <w:rsid w:val="00650338"/>
    <w:rsid w:val="00664B79"/>
    <w:rsid w:val="00666EA3"/>
    <w:rsid w:val="00691C97"/>
    <w:rsid w:val="006B4DBF"/>
    <w:rsid w:val="00754BD0"/>
    <w:rsid w:val="00842466"/>
    <w:rsid w:val="00866FD1"/>
    <w:rsid w:val="00875491"/>
    <w:rsid w:val="008E528F"/>
    <w:rsid w:val="009D25A2"/>
    <w:rsid w:val="00A253EE"/>
    <w:rsid w:val="00A43266"/>
    <w:rsid w:val="00AE1DD0"/>
    <w:rsid w:val="00B467B3"/>
    <w:rsid w:val="00BF1D0C"/>
    <w:rsid w:val="00C03D90"/>
    <w:rsid w:val="00CC7677"/>
    <w:rsid w:val="00CE79E3"/>
    <w:rsid w:val="00D42EDE"/>
    <w:rsid w:val="00D73E6E"/>
    <w:rsid w:val="00DC7C09"/>
    <w:rsid w:val="00DD1E91"/>
    <w:rsid w:val="00E21F9D"/>
    <w:rsid w:val="00E930A4"/>
    <w:rsid w:val="00ED78FA"/>
    <w:rsid w:val="00F163DF"/>
    <w:rsid w:val="00F25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10B3E690"/>
  <w15:docId w15:val="{1F856899-468E-1647-A76C-C6ED0A755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rFonts w:ascii="Arial" w:hAnsi="Arial" w:cs="Arial Unicode MS"/>
      <w:color w:val="000000"/>
      <w:u w:color="000000"/>
    </w:rPr>
  </w:style>
  <w:style w:type="paragraph" w:styleId="Nadpis1">
    <w:name w:val="heading 1"/>
    <w:next w:val="Zkladntext"/>
    <w:uiPriority w:val="9"/>
    <w:qFormat/>
    <w:pPr>
      <w:widowControl w:val="0"/>
      <w:suppressAutoHyphens/>
      <w:ind w:left="432" w:hanging="432"/>
      <w:outlineLvl w:val="0"/>
    </w:pPr>
    <w:rPr>
      <w:rFonts w:cs="Arial Unicode MS"/>
      <w:b/>
      <w:bCs/>
      <w:color w:val="000000"/>
      <w:sz w:val="28"/>
      <w:szCs w:val="28"/>
      <w:u w:color="000000"/>
    </w:rPr>
  </w:style>
  <w:style w:type="paragraph" w:styleId="Nadpis2">
    <w:name w:val="heading 2"/>
    <w:next w:val="Zkladntext"/>
    <w:uiPriority w:val="9"/>
    <w:unhideWhenUsed/>
    <w:qFormat/>
    <w:pPr>
      <w:keepNext/>
      <w:shd w:val="clear" w:color="auto" w:fill="DDDDDD"/>
      <w:suppressAutoHyphens/>
      <w:spacing w:before="238"/>
      <w:outlineLvl w:val="1"/>
    </w:pPr>
    <w:rPr>
      <w:rFonts w:ascii="Arial" w:hAnsi="Arial" w:cs="Arial Unicode MS"/>
      <w:b/>
      <w:bCs/>
      <w:color w:val="000000"/>
      <w:u w:color="000000"/>
    </w:rPr>
  </w:style>
  <w:style w:type="paragraph" w:styleId="Nadpis3">
    <w:name w:val="heading 3"/>
    <w:next w:val="Zkladntext"/>
    <w:uiPriority w:val="9"/>
    <w:unhideWhenUsed/>
    <w:qFormat/>
    <w:pPr>
      <w:widowControl w:val="0"/>
      <w:suppressAutoHyphens/>
      <w:spacing w:before="119"/>
      <w:outlineLvl w:val="2"/>
    </w:pPr>
    <w:rPr>
      <w:rFonts w:cs="Arial Unicode MS"/>
      <w:b/>
      <w:bCs/>
      <w:color w:val="000000"/>
      <w:u w:color="000000"/>
    </w:rPr>
  </w:style>
  <w:style w:type="paragraph" w:styleId="Nadpis4">
    <w:name w:val="heading 4"/>
    <w:next w:val="Zkladntext"/>
    <w:uiPriority w:val="9"/>
    <w:unhideWhenUsed/>
    <w:qFormat/>
    <w:pPr>
      <w:widowControl w:val="0"/>
      <w:suppressAutoHyphens/>
      <w:spacing w:before="119"/>
      <w:ind w:left="864" w:hanging="864"/>
      <w:outlineLvl w:val="3"/>
    </w:pPr>
    <w:rPr>
      <w:rFonts w:cs="Arial Unicode MS"/>
      <w:color w:val="000000"/>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link w:val="ZhlavChar"/>
    <w:uiPriority w:val="99"/>
    <w:pPr>
      <w:tabs>
        <w:tab w:val="center" w:pos="4513"/>
        <w:tab w:val="right" w:pos="9026"/>
      </w:tabs>
      <w:suppressAutoHyphens/>
    </w:pPr>
    <w:rPr>
      <w:rFonts w:ascii="Arial" w:hAnsi="Arial" w:cs="Arial Unicode MS"/>
      <w:color w:val="808080"/>
      <w:sz w:val="18"/>
      <w:szCs w:val="18"/>
      <w:u w:color="808080"/>
    </w:rPr>
  </w:style>
  <w:style w:type="paragraph" w:styleId="Zpat">
    <w:name w:val="footer"/>
    <w:pPr>
      <w:tabs>
        <w:tab w:val="center" w:pos="4513"/>
        <w:tab w:val="right" w:pos="9026"/>
      </w:tabs>
      <w:suppressAutoHyphens/>
      <w:jc w:val="center"/>
    </w:pPr>
    <w:rPr>
      <w:rFonts w:ascii="Arial" w:eastAsia="Arial" w:hAnsi="Arial" w:cs="Arial"/>
      <w:color w:val="999999"/>
      <w:sz w:val="18"/>
      <w:szCs w:val="18"/>
      <w:u w:color="999999"/>
    </w:rPr>
  </w:style>
  <w:style w:type="paragraph" w:styleId="Zkladntext">
    <w:name w:val="Body Text"/>
    <w:pPr>
      <w:suppressAutoHyphens/>
      <w:spacing w:before="119"/>
      <w:ind w:left="1134"/>
    </w:pPr>
    <w:rPr>
      <w:rFonts w:ascii="Arial" w:hAnsi="Arial" w:cs="Arial Unicode MS"/>
      <w:color w:val="004586"/>
      <w:u w:color="004586"/>
    </w:rPr>
  </w:style>
  <w:style w:type="paragraph" w:customStyle="1" w:styleId="Nadpis">
    <w:name w:val="Nadpis"/>
    <w:next w:val="Zkladntext"/>
    <w:pPr>
      <w:keepNext/>
      <w:suppressAutoHyphens/>
      <w:spacing w:after="238"/>
    </w:pPr>
    <w:rPr>
      <w:rFonts w:ascii="Arial" w:hAnsi="Arial" w:cs="Arial Unicode MS"/>
      <w:b/>
      <w:bCs/>
      <w:color w:val="000000"/>
      <w:u w:val="single" w:color="000000"/>
    </w:rPr>
  </w:style>
  <w:style w:type="numbering" w:customStyle="1" w:styleId="Importovanstyl2">
    <w:name w:val="Importovaný styl 2"/>
    <w:pPr>
      <w:numPr>
        <w:numId w:val="1"/>
      </w:numPr>
    </w:pPr>
  </w:style>
  <w:style w:type="paragraph" w:customStyle="1" w:styleId="Vchoz">
    <w:name w:val="Výchozí"/>
    <w:pPr>
      <w:suppressAutoHyphens/>
    </w:pPr>
    <w:rPr>
      <w:rFonts w:cs="Arial Unicode MS"/>
      <w:color w:val="000000"/>
      <w:sz w:val="24"/>
      <w:szCs w:val="24"/>
      <w:u w:color="000000"/>
    </w:rPr>
  </w:style>
  <w:style w:type="paragraph" w:customStyle="1" w:styleId="TextA">
    <w:name w:val="Text A"/>
    <w:rsid w:val="00577FDE"/>
    <w:pPr>
      <w:jc w:val="both"/>
    </w:pPr>
    <w:rPr>
      <w:rFonts w:cs="Arial Unicode MS"/>
      <w:color w:val="000000"/>
      <w:sz w:val="24"/>
      <w:szCs w:val="24"/>
      <w:u w:color="000000"/>
    </w:rPr>
  </w:style>
  <w:style w:type="paragraph" w:styleId="Textbubliny">
    <w:name w:val="Balloon Text"/>
    <w:basedOn w:val="Normln"/>
    <w:link w:val="TextbublinyChar"/>
    <w:uiPriority w:val="99"/>
    <w:semiHidden/>
    <w:unhideWhenUsed/>
    <w:rsid w:val="00842466"/>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842466"/>
    <w:rPr>
      <w:color w:val="000000"/>
      <w:sz w:val="18"/>
      <w:szCs w:val="18"/>
      <w:u w:color="000000"/>
    </w:rPr>
  </w:style>
  <w:style w:type="character" w:styleId="Nevyeenzmnka">
    <w:name w:val="Unresolved Mention"/>
    <w:basedOn w:val="Standardnpsmoodstavce"/>
    <w:uiPriority w:val="99"/>
    <w:semiHidden/>
    <w:unhideWhenUsed/>
    <w:rsid w:val="005F39CC"/>
    <w:rPr>
      <w:color w:val="605E5C"/>
      <w:shd w:val="clear" w:color="auto" w:fill="E1DFDD"/>
    </w:rPr>
  </w:style>
  <w:style w:type="paragraph" w:styleId="Normlnweb">
    <w:name w:val="Normal (Web)"/>
    <w:basedOn w:val="Normln"/>
    <w:uiPriority w:val="99"/>
    <w:semiHidden/>
    <w:unhideWhenUsed/>
    <w:rsid w:val="005813E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ZhlavChar">
    <w:name w:val="Záhlaví Char"/>
    <w:basedOn w:val="Standardnpsmoodstavce"/>
    <w:link w:val="Zhlav"/>
    <w:uiPriority w:val="99"/>
    <w:rsid w:val="00C03D90"/>
    <w:rPr>
      <w:rFonts w:ascii="Arial" w:hAnsi="Arial" w:cs="Arial Unicode MS"/>
      <w:color w:val="808080"/>
      <w:sz w:val="18"/>
      <w:szCs w:val="18"/>
      <w:u w:color="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469623">
      <w:bodyDiv w:val="1"/>
      <w:marLeft w:val="0"/>
      <w:marRight w:val="0"/>
      <w:marTop w:val="0"/>
      <w:marBottom w:val="0"/>
      <w:divBdr>
        <w:top w:val="none" w:sz="0" w:space="0" w:color="auto"/>
        <w:left w:val="none" w:sz="0" w:space="0" w:color="auto"/>
        <w:bottom w:val="none" w:sz="0" w:space="0" w:color="auto"/>
        <w:right w:val="none" w:sz="0" w:space="0" w:color="auto"/>
      </w:divBdr>
      <w:divsChild>
        <w:div w:id="1203711350">
          <w:marLeft w:val="0"/>
          <w:marRight w:val="0"/>
          <w:marTop w:val="0"/>
          <w:marBottom w:val="0"/>
          <w:divBdr>
            <w:top w:val="none" w:sz="0" w:space="0" w:color="auto"/>
            <w:left w:val="none" w:sz="0" w:space="0" w:color="auto"/>
            <w:bottom w:val="none" w:sz="0" w:space="0" w:color="auto"/>
            <w:right w:val="none" w:sz="0" w:space="0" w:color="auto"/>
          </w:divBdr>
          <w:divsChild>
            <w:div w:id="789476445">
              <w:marLeft w:val="0"/>
              <w:marRight w:val="0"/>
              <w:marTop w:val="0"/>
              <w:marBottom w:val="0"/>
              <w:divBdr>
                <w:top w:val="none" w:sz="0" w:space="0" w:color="auto"/>
                <w:left w:val="none" w:sz="0" w:space="0" w:color="auto"/>
                <w:bottom w:val="none" w:sz="0" w:space="0" w:color="auto"/>
                <w:right w:val="none" w:sz="0" w:space="0" w:color="auto"/>
              </w:divBdr>
              <w:divsChild>
                <w:div w:id="111833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497849">
      <w:bodyDiv w:val="1"/>
      <w:marLeft w:val="0"/>
      <w:marRight w:val="0"/>
      <w:marTop w:val="0"/>
      <w:marBottom w:val="0"/>
      <w:divBdr>
        <w:top w:val="none" w:sz="0" w:space="0" w:color="auto"/>
        <w:left w:val="none" w:sz="0" w:space="0" w:color="auto"/>
        <w:bottom w:val="none" w:sz="0" w:space="0" w:color="auto"/>
        <w:right w:val="none" w:sz="0" w:space="0" w:color="auto"/>
      </w:divBdr>
      <w:divsChild>
        <w:div w:id="958530649">
          <w:marLeft w:val="0"/>
          <w:marRight w:val="0"/>
          <w:marTop w:val="0"/>
          <w:marBottom w:val="0"/>
          <w:divBdr>
            <w:top w:val="none" w:sz="0" w:space="0" w:color="auto"/>
            <w:left w:val="none" w:sz="0" w:space="0" w:color="auto"/>
            <w:bottom w:val="none" w:sz="0" w:space="0" w:color="auto"/>
            <w:right w:val="none" w:sz="0" w:space="0" w:color="auto"/>
          </w:divBdr>
          <w:divsChild>
            <w:div w:id="869148724">
              <w:marLeft w:val="0"/>
              <w:marRight w:val="0"/>
              <w:marTop w:val="0"/>
              <w:marBottom w:val="0"/>
              <w:divBdr>
                <w:top w:val="none" w:sz="0" w:space="0" w:color="auto"/>
                <w:left w:val="none" w:sz="0" w:space="0" w:color="auto"/>
                <w:bottom w:val="none" w:sz="0" w:space="0" w:color="auto"/>
                <w:right w:val="none" w:sz="0" w:space="0" w:color="auto"/>
              </w:divBdr>
              <w:divsChild>
                <w:div w:id="1848447802">
                  <w:marLeft w:val="0"/>
                  <w:marRight w:val="0"/>
                  <w:marTop w:val="0"/>
                  <w:marBottom w:val="0"/>
                  <w:divBdr>
                    <w:top w:val="none" w:sz="0" w:space="0" w:color="auto"/>
                    <w:left w:val="none" w:sz="0" w:space="0" w:color="auto"/>
                    <w:bottom w:val="none" w:sz="0" w:space="0" w:color="auto"/>
                    <w:right w:val="none" w:sz="0" w:space="0" w:color="auto"/>
                  </w:divBdr>
                </w:div>
              </w:divsChild>
            </w:div>
            <w:div w:id="621770732">
              <w:marLeft w:val="0"/>
              <w:marRight w:val="0"/>
              <w:marTop w:val="0"/>
              <w:marBottom w:val="0"/>
              <w:divBdr>
                <w:top w:val="none" w:sz="0" w:space="0" w:color="auto"/>
                <w:left w:val="none" w:sz="0" w:space="0" w:color="auto"/>
                <w:bottom w:val="none" w:sz="0" w:space="0" w:color="auto"/>
                <w:right w:val="none" w:sz="0" w:space="0" w:color="auto"/>
              </w:divBdr>
              <w:divsChild>
                <w:div w:id="2034182812">
                  <w:marLeft w:val="0"/>
                  <w:marRight w:val="0"/>
                  <w:marTop w:val="0"/>
                  <w:marBottom w:val="0"/>
                  <w:divBdr>
                    <w:top w:val="none" w:sz="0" w:space="0" w:color="auto"/>
                    <w:left w:val="none" w:sz="0" w:space="0" w:color="auto"/>
                    <w:bottom w:val="none" w:sz="0" w:space="0" w:color="auto"/>
                    <w:right w:val="none" w:sz="0" w:space="0" w:color="auto"/>
                  </w:divBdr>
                </w:div>
                <w:div w:id="100821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8DACD-FD12-E447-8ACC-3B9E07D37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568</Words>
  <Characters>3352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Lukas Nevole</cp:lastModifiedBy>
  <cp:revision>3</cp:revision>
  <cp:lastPrinted>2022-07-28T12:52:00Z</cp:lastPrinted>
  <dcterms:created xsi:type="dcterms:W3CDTF">2022-07-28T12:52:00Z</dcterms:created>
  <dcterms:modified xsi:type="dcterms:W3CDTF">2022-07-28T14:42:00Z</dcterms:modified>
</cp:coreProperties>
</file>