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:rsidR="005C5D3E" w:rsidRDefault="00D96289" w:rsidP="00AF0076">
      <w:pPr>
        <w:jc w:val="center"/>
        <w:rPr>
          <w:rFonts w:ascii="Arial" w:hAnsi="Arial" w:cs="Arial"/>
          <w:b/>
          <w:sz w:val="20"/>
          <w:szCs w:val="20"/>
        </w:rPr>
      </w:pPr>
      <w:r w:rsidRPr="00A45D72">
        <w:rPr>
          <w:rFonts w:ascii="Arial" w:hAnsi="Arial" w:cs="Arial"/>
          <w:b/>
          <w:sz w:val="20"/>
          <w:szCs w:val="20"/>
        </w:rPr>
        <w:t xml:space="preserve">Čestné prohlášení k prokázání </w:t>
      </w:r>
      <w:r w:rsidR="004B4FFA" w:rsidRPr="00A45D72">
        <w:rPr>
          <w:rFonts w:ascii="Arial" w:hAnsi="Arial" w:cs="Arial"/>
          <w:b/>
          <w:sz w:val="20"/>
          <w:szCs w:val="20"/>
        </w:rPr>
        <w:t>kvalifikace do nabídky</w:t>
      </w:r>
      <w:r w:rsidR="00652962">
        <w:rPr>
          <w:rFonts w:ascii="Arial" w:hAnsi="Arial" w:cs="Arial"/>
          <w:b/>
          <w:sz w:val="20"/>
          <w:szCs w:val="20"/>
        </w:rPr>
        <w:t xml:space="preserve"> na veřejnou zakázku s názvem:</w:t>
      </w:r>
    </w:p>
    <w:p w:rsidR="005D32DD" w:rsidRPr="00987B80" w:rsidRDefault="00987B80" w:rsidP="00987B80">
      <w:pPr>
        <w:jc w:val="center"/>
        <w:rPr>
          <w:rFonts w:ascii="Arial" w:hAnsi="Arial" w:cs="Arial"/>
          <w:b/>
          <w:sz w:val="20"/>
          <w:szCs w:val="20"/>
        </w:rPr>
      </w:pPr>
      <w:r w:rsidRPr="00987B80">
        <w:rPr>
          <w:rFonts w:ascii="Arial" w:hAnsi="Arial" w:cs="Arial"/>
          <w:b/>
          <w:sz w:val="20"/>
          <w:szCs w:val="20"/>
        </w:rPr>
        <w:t xml:space="preserve">Lanškroun, ul. </w:t>
      </w:r>
      <w:r w:rsidR="00BA28D4">
        <w:rPr>
          <w:rFonts w:ascii="Arial" w:hAnsi="Arial" w:cs="Arial"/>
          <w:b/>
          <w:sz w:val="20"/>
          <w:szCs w:val="20"/>
        </w:rPr>
        <w:t>Franze Kafky</w:t>
      </w:r>
      <w:bookmarkStart w:id="0" w:name="_GoBack"/>
      <w:bookmarkEnd w:id="0"/>
      <w:r w:rsidRPr="00987B80">
        <w:rPr>
          <w:rFonts w:ascii="Arial" w:hAnsi="Arial" w:cs="Arial"/>
          <w:b/>
          <w:sz w:val="20"/>
          <w:szCs w:val="20"/>
        </w:rPr>
        <w:t xml:space="preserve"> – stavební úpravy</w:t>
      </w:r>
    </w:p>
    <w:p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Obchodní název </w:t>
      </w:r>
      <w:r w:rsidR="00E93D4D">
        <w:rPr>
          <w:rFonts w:ascii="Arial" w:hAnsi="Arial" w:cs="Arial"/>
          <w:sz w:val="20"/>
          <w:szCs w:val="20"/>
        </w:rPr>
        <w:t>dodavatele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652962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DIČ: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AF0076" w:rsidRDefault="00AF0076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jednat</w:t>
      </w:r>
    </w:p>
    <w:p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jménem či za </w:t>
      </w:r>
      <w:r w:rsidR="00E93D4D">
        <w:rPr>
          <w:rFonts w:ascii="Arial" w:hAnsi="Arial" w:cs="Arial"/>
          <w:sz w:val="20"/>
          <w:szCs w:val="20"/>
        </w:rPr>
        <w:t>dodavatele</w:t>
      </w:r>
      <w:r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dodavatele splnění </w:t>
      </w:r>
      <w:r w:rsidR="00A45D72">
        <w:rPr>
          <w:rFonts w:ascii="Arial" w:hAnsi="Arial" w:cs="Arial"/>
          <w:sz w:val="20"/>
          <w:szCs w:val="20"/>
        </w:rPr>
        <w:t>kvalifikace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5C5D3E" w:rsidRPr="00A45D72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D221A1">
      <w:pPr>
        <w:pStyle w:val="Zkladntextodsazen31"/>
        <w:numPr>
          <w:ilvl w:val="0"/>
          <w:numId w:val="4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 že</w:t>
      </w:r>
      <w:r w:rsidR="00E911C9">
        <w:rPr>
          <w:rFonts w:ascii="Arial" w:hAnsi="Arial" w:cs="Arial"/>
          <w:sz w:val="20"/>
          <w:szCs w:val="20"/>
        </w:rPr>
        <w:t xml:space="preserve"> dodavatel splňuje požadavky na </w:t>
      </w:r>
      <w:r w:rsidR="000414AC">
        <w:rPr>
          <w:rFonts w:ascii="Arial" w:hAnsi="Arial" w:cs="Arial"/>
          <w:sz w:val="20"/>
          <w:szCs w:val="20"/>
        </w:rPr>
        <w:t>základní způsobilost</w:t>
      </w:r>
      <w:r w:rsidR="00E911C9">
        <w:rPr>
          <w:rFonts w:ascii="Arial" w:hAnsi="Arial" w:cs="Arial"/>
          <w:sz w:val="20"/>
          <w:szCs w:val="20"/>
        </w:rPr>
        <w:t xml:space="preserve"> dl</w:t>
      </w:r>
      <w:r w:rsidR="00F317AA">
        <w:rPr>
          <w:rFonts w:ascii="Arial" w:hAnsi="Arial" w:cs="Arial"/>
          <w:sz w:val="20"/>
          <w:szCs w:val="20"/>
        </w:rPr>
        <w:t xml:space="preserve">e </w:t>
      </w:r>
      <w:r w:rsidR="000414AC">
        <w:rPr>
          <w:rFonts w:ascii="Arial" w:hAnsi="Arial" w:cs="Arial"/>
          <w:sz w:val="20"/>
          <w:szCs w:val="20"/>
        </w:rPr>
        <w:t>§ 74</w:t>
      </w:r>
      <w:r w:rsidR="00676C45" w:rsidRPr="00676C45" w:rsidDel="00FC0113">
        <w:rPr>
          <w:rFonts w:ascii="Arial" w:hAnsi="Arial" w:cs="Arial"/>
          <w:sz w:val="20"/>
          <w:szCs w:val="20"/>
        </w:rPr>
        <w:t xml:space="preserve"> </w:t>
      </w:r>
      <w:r w:rsidR="000414AC">
        <w:rPr>
          <w:rFonts w:ascii="Arial" w:hAnsi="Arial" w:cs="Arial"/>
          <w:sz w:val="20"/>
          <w:szCs w:val="20"/>
        </w:rPr>
        <w:t>zákona č. 134</w:t>
      </w:r>
      <w:r w:rsidR="00F317AA">
        <w:rPr>
          <w:rFonts w:ascii="Arial" w:hAnsi="Arial" w:cs="Arial"/>
          <w:sz w:val="20"/>
          <w:szCs w:val="20"/>
        </w:rPr>
        <w:t>/20</w:t>
      </w:r>
      <w:r w:rsidR="000414AC">
        <w:rPr>
          <w:rFonts w:ascii="Arial" w:hAnsi="Arial" w:cs="Arial"/>
          <w:sz w:val="20"/>
          <w:szCs w:val="20"/>
        </w:rPr>
        <w:t>1</w:t>
      </w:r>
      <w:r w:rsidR="00F317AA">
        <w:rPr>
          <w:rFonts w:ascii="Arial" w:hAnsi="Arial" w:cs="Arial"/>
          <w:sz w:val="20"/>
          <w:szCs w:val="20"/>
        </w:rPr>
        <w:t xml:space="preserve">6 Sb. o </w:t>
      </w:r>
      <w:r w:rsidR="000414AC">
        <w:rPr>
          <w:rFonts w:ascii="Arial" w:hAnsi="Arial" w:cs="Arial"/>
          <w:sz w:val="20"/>
          <w:szCs w:val="20"/>
        </w:rPr>
        <w:t xml:space="preserve">zadávání </w:t>
      </w:r>
      <w:r w:rsidR="00F317AA">
        <w:rPr>
          <w:rFonts w:ascii="Arial" w:hAnsi="Arial" w:cs="Arial"/>
          <w:sz w:val="20"/>
          <w:szCs w:val="20"/>
        </w:rPr>
        <w:t>veřejných zakáz</w:t>
      </w:r>
      <w:r w:rsidR="000414AC">
        <w:rPr>
          <w:rFonts w:ascii="Arial" w:hAnsi="Arial" w:cs="Arial"/>
          <w:sz w:val="20"/>
          <w:szCs w:val="20"/>
        </w:rPr>
        <w:t>e</w:t>
      </w:r>
      <w:r w:rsidR="00F317AA">
        <w:rPr>
          <w:rFonts w:ascii="Arial" w:hAnsi="Arial" w:cs="Arial"/>
          <w:sz w:val="20"/>
          <w:szCs w:val="20"/>
        </w:rPr>
        <w:t>k v platném znění (dále jen „</w:t>
      </w:r>
      <w:r w:rsidR="000414AC">
        <w:rPr>
          <w:rFonts w:ascii="Arial" w:hAnsi="Arial" w:cs="Arial"/>
          <w:sz w:val="20"/>
          <w:szCs w:val="20"/>
        </w:rPr>
        <w:t>Z</w:t>
      </w:r>
      <w:r w:rsidR="00F317AA">
        <w:rPr>
          <w:rFonts w:ascii="Arial" w:hAnsi="Arial" w:cs="Arial"/>
          <w:sz w:val="20"/>
          <w:szCs w:val="20"/>
        </w:rPr>
        <w:t>ZVZ“)</w:t>
      </w:r>
      <w:r w:rsidR="00E911C9">
        <w:rPr>
          <w:rFonts w:ascii="Arial" w:hAnsi="Arial" w:cs="Arial"/>
          <w:sz w:val="20"/>
          <w:szCs w:val="20"/>
        </w:rPr>
        <w:t>.</w:t>
      </w:r>
    </w:p>
    <w:p w:rsidR="00A45D72" w:rsidRDefault="00A45D72" w:rsidP="00D221A1">
      <w:pPr>
        <w:pStyle w:val="Zkladntextodsazen31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Prohlašuji, že dodavatel splňuje požadavky na profesní </w:t>
      </w:r>
      <w:r w:rsidR="000414AC">
        <w:rPr>
          <w:rFonts w:ascii="Arial" w:hAnsi="Arial" w:cs="Arial"/>
          <w:sz w:val="20"/>
          <w:szCs w:val="20"/>
        </w:rPr>
        <w:t>způsobilost dle § 77</w:t>
      </w:r>
      <w:r w:rsidR="00D221A1">
        <w:rPr>
          <w:rFonts w:ascii="Arial" w:hAnsi="Arial" w:cs="Arial"/>
          <w:sz w:val="20"/>
          <w:szCs w:val="20"/>
        </w:rPr>
        <w:t xml:space="preserve"> </w:t>
      </w:r>
      <w:r w:rsidR="000414AC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ZVZ</w:t>
      </w:r>
      <w:r w:rsidR="00E911C9">
        <w:rPr>
          <w:rFonts w:ascii="Arial" w:hAnsi="Arial" w:cs="Arial"/>
          <w:sz w:val="20"/>
          <w:szCs w:val="20"/>
        </w:rPr>
        <w:t xml:space="preserve"> a dle úpravy uvedené </w:t>
      </w:r>
      <w:r w:rsidR="000414AC">
        <w:rPr>
          <w:rFonts w:ascii="Arial" w:hAnsi="Arial" w:cs="Arial"/>
          <w:sz w:val="20"/>
          <w:szCs w:val="20"/>
        </w:rPr>
        <w:t>v zadávací dokumentaci</w:t>
      </w:r>
      <w:r>
        <w:rPr>
          <w:rFonts w:ascii="Arial" w:hAnsi="Arial" w:cs="Arial"/>
          <w:sz w:val="20"/>
          <w:szCs w:val="20"/>
        </w:rPr>
        <w:t>.</w:t>
      </w:r>
    </w:p>
    <w:p w:rsidR="00CA4C8B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:rsidR="00CA4C8B" w:rsidRPr="00D66333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:rsidR="00CA4C8B" w:rsidRDefault="00CA4C8B" w:rsidP="00465C3C">
      <w:pPr>
        <w:pStyle w:val="Zkladntextodsazen31"/>
        <w:ind w:left="720"/>
        <w:jc w:val="both"/>
        <w:rPr>
          <w:rFonts w:ascii="Arial" w:hAnsi="Arial" w:cs="Arial"/>
          <w:sz w:val="20"/>
          <w:szCs w:val="20"/>
        </w:rPr>
      </w:pPr>
    </w:p>
    <w:p w:rsidR="00C70D2D" w:rsidRDefault="00C70D2D" w:rsidP="00C70D2D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F534EC" w:rsidRDefault="00F534EC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F534EC" w:rsidRDefault="00F534EC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Pr="00A45D72" w:rsidRDefault="00F534EC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 a podpis oprávněné osoby</w:t>
      </w:r>
    </w:p>
    <w:sectPr w:rsidR="005C5D3E" w:rsidRPr="00A45D72" w:rsidSect="00E7522C">
      <w:headerReference w:type="default" r:id="rId7"/>
      <w:pgSz w:w="11905" w:h="16837"/>
      <w:pgMar w:top="1134" w:right="1134" w:bottom="1134" w:left="1134" w:header="708" w:footer="126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531" w:rsidRDefault="00840531" w:rsidP="00AF0076">
      <w:r>
        <w:separator/>
      </w:r>
    </w:p>
  </w:endnote>
  <w:endnote w:type="continuationSeparator" w:id="0">
    <w:p w:rsidR="00840531" w:rsidRDefault="00840531" w:rsidP="00AF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531" w:rsidRDefault="00840531" w:rsidP="00AF0076">
      <w:r>
        <w:separator/>
      </w:r>
    </w:p>
  </w:footnote>
  <w:footnote w:type="continuationSeparator" w:id="0">
    <w:p w:rsidR="00840531" w:rsidRDefault="00840531" w:rsidP="00AF0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076" w:rsidRPr="00163FFA" w:rsidRDefault="00AF0076" w:rsidP="00AF0076">
    <w:pPr>
      <w:ind w:left="4536" w:hanging="1268"/>
      <w:jc w:val="right"/>
      <w:rPr>
        <w:rFonts w:ascii="Arial" w:hAnsi="Arial" w:cs="Arial"/>
        <w:sz w:val="20"/>
        <w:szCs w:val="20"/>
      </w:rPr>
    </w:pPr>
    <w:r w:rsidRPr="00163FFA">
      <w:rPr>
        <w:rFonts w:ascii="Arial" w:hAnsi="Arial" w:cs="Arial"/>
        <w:sz w:val="20"/>
        <w:szCs w:val="20"/>
      </w:rPr>
      <w:t xml:space="preserve">Příloha č. </w:t>
    </w:r>
    <w:r w:rsidR="0025023C">
      <w:rPr>
        <w:rFonts w:ascii="Arial" w:hAnsi="Arial" w:cs="Arial"/>
        <w:sz w:val="20"/>
        <w:szCs w:val="20"/>
      </w:rPr>
      <w:t>5</w:t>
    </w:r>
    <w:r w:rsidR="000414AC">
      <w:rPr>
        <w:rFonts w:ascii="Arial" w:hAnsi="Arial" w:cs="Arial"/>
        <w:sz w:val="20"/>
        <w:szCs w:val="20"/>
      </w:rPr>
      <w:t xml:space="preserve"> ZD</w:t>
    </w:r>
    <w:r w:rsidR="00E7522C" w:rsidRPr="00163FFA">
      <w:rPr>
        <w:rFonts w:ascii="Arial" w:hAnsi="Arial" w:cs="Arial"/>
        <w:sz w:val="20"/>
        <w:szCs w:val="20"/>
      </w:rPr>
      <w:t xml:space="preserve"> -</w:t>
    </w:r>
    <w:r w:rsidRPr="00163FFA">
      <w:rPr>
        <w:rFonts w:ascii="Arial" w:hAnsi="Arial" w:cs="Arial"/>
        <w:sz w:val="20"/>
        <w:szCs w:val="20"/>
      </w:rPr>
      <w:t xml:space="preserve"> Čestné prohlášení</w:t>
    </w:r>
    <w:r w:rsidR="00302641" w:rsidRPr="00163FFA">
      <w:rPr>
        <w:rFonts w:ascii="Arial" w:hAnsi="Arial" w:cs="Arial"/>
        <w:sz w:val="20"/>
        <w:szCs w:val="20"/>
      </w:rPr>
      <w:t xml:space="preserve"> </w:t>
    </w:r>
    <w:r w:rsidR="00947BFA" w:rsidRPr="00163FFA">
      <w:rPr>
        <w:rFonts w:ascii="Arial" w:hAnsi="Arial" w:cs="Arial"/>
        <w:sz w:val="20"/>
        <w:szCs w:val="20"/>
      </w:rPr>
      <w:t>–</w:t>
    </w:r>
    <w:r w:rsidR="00302641" w:rsidRPr="00163FFA">
      <w:rPr>
        <w:rFonts w:ascii="Arial" w:hAnsi="Arial" w:cs="Arial"/>
        <w:sz w:val="20"/>
        <w:szCs w:val="20"/>
      </w:rPr>
      <w:t xml:space="preserve"> kvalifikace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57EF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C013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700CDC"/>
    <w:multiLevelType w:val="hybridMultilevel"/>
    <w:tmpl w:val="6A5A7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AC3"/>
    <w:rsid w:val="00012E75"/>
    <w:rsid w:val="000414AC"/>
    <w:rsid w:val="00044D85"/>
    <w:rsid w:val="00064C57"/>
    <w:rsid w:val="0008384F"/>
    <w:rsid w:val="00091775"/>
    <w:rsid w:val="000B1F1C"/>
    <w:rsid w:val="000C3559"/>
    <w:rsid w:val="000D32F0"/>
    <w:rsid w:val="000E6D20"/>
    <w:rsid w:val="001061F3"/>
    <w:rsid w:val="00123660"/>
    <w:rsid w:val="00143B12"/>
    <w:rsid w:val="001574A1"/>
    <w:rsid w:val="001629D0"/>
    <w:rsid w:val="00163FFA"/>
    <w:rsid w:val="001725CD"/>
    <w:rsid w:val="00172991"/>
    <w:rsid w:val="00196390"/>
    <w:rsid w:val="001A6F88"/>
    <w:rsid w:val="001B5968"/>
    <w:rsid w:val="001C35B3"/>
    <w:rsid w:val="001C4908"/>
    <w:rsid w:val="001E7103"/>
    <w:rsid w:val="00201C2F"/>
    <w:rsid w:val="0022743D"/>
    <w:rsid w:val="00245495"/>
    <w:rsid w:val="0025023C"/>
    <w:rsid w:val="00281E9B"/>
    <w:rsid w:val="002B234E"/>
    <w:rsid w:val="00302641"/>
    <w:rsid w:val="0032182D"/>
    <w:rsid w:val="00327944"/>
    <w:rsid w:val="00335589"/>
    <w:rsid w:val="00380237"/>
    <w:rsid w:val="00395927"/>
    <w:rsid w:val="003C5270"/>
    <w:rsid w:val="003E130C"/>
    <w:rsid w:val="003E1F9F"/>
    <w:rsid w:val="00402292"/>
    <w:rsid w:val="00403143"/>
    <w:rsid w:val="004527A2"/>
    <w:rsid w:val="00465C3C"/>
    <w:rsid w:val="00486DBE"/>
    <w:rsid w:val="004A3387"/>
    <w:rsid w:val="004B4FFA"/>
    <w:rsid w:val="004E794E"/>
    <w:rsid w:val="004F7485"/>
    <w:rsid w:val="005705B2"/>
    <w:rsid w:val="0057713B"/>
    <w:rsid w:val="0058587A"/>
    <w:rsid w:val="00587842"/>
    <w:rsid w:val="00587F3A"/>
    <w:rsid w:val="00592B3A"/>
    <w:rsid w:val="005C5D3E"/>
    <w:rsid w:val="005D32DD"/>
    <w:rsid w:val="005D78C8"/>
    <w:rsid w:val="00601A7D"/>
    <w:rsid w:val="00606C22"/>
    <w:rsid w:val="00625D90"/>
    <w:rsid w:val="006418B7"/>
    <w:rsid w:val="006431F3"/>
    <w:rsid w:val="00650E5B"/>
    <w:rsid w:val="00652962"/>
    <w:rsid w:val="00652FE9"/>
    <w:rsid w:val="00656F3A"/>
    <w:rsid w:val="00676C45"/>
    <w:rsid w:val="006917E1"/>
    <w:rsid w:val="006977FA"/>
    <w:rsid w:val="006A05AB"/>
    <w:rsid w:val="006D1517"/>
    <w:rsid w:val="006D4C72"/>
    <w:rsid w:val="006E6A22"/>
    <w:rsid w:val="006E6ADF"/>
    <w:rsid w:val="00770385"/>
    <w:rsid w:val="007861D4"/>
    <w:rsid w:val="007A193A"/>
    <w:rsid w:val="007B0E29"/>
    <w:rsid w:val="007B6BDC"/>
    <w:rsid w:val="007E47E9"/>
    <w:rsid w:val="007F5DE7"/>
    <w:rsid w:val="00834E59"/>
    <w:rsid w:val="00840531"/>
    <w:rsid w:val="008559D9"/>
    <w:rsid w:val="00896F6A"/>
    <w:rsid w:val="00897865"/>
    <w:rsid w:val="008C7554"/>
    <w:rsid w:val="008D29C3"/>
    <w:rsid w:val="008D4134"/>
    <w:rsid w:val="008D7885"/>
    <w:rsid w:val="008E482C"/>
    <w:rsid w:val="008F6591"/>
    <w:rsid w:val="00943821"/>
    <w:rsid w:val="00947BFA"/>
    <w:rsid w:val="009630C3"/>
    <w:rsid w:val="00982148"/>
    <w:rsid w:val="00987B80"/>
    <w:rsid w:val="009944B0"/>
    <w:rsid w:val="009B5EFE"/>
    <w:rsid w:val="009F1E59"/>
    <w:rsid w:val="00A17E19"/>
    <w:rsid w:val="00A223D4"/>
    <w:rsid w:val="00A35FB8"/>
    <w:rsid w:val="00A45D72"/>
    <w:rsid w:val="00A70BEE"/>
    <w:rsid w:val="00A95632"/>
    <w:rsid w:val="00AC1E26"/>
    <w:rsid w:val="00AE19D0"/>
    <w:rsid w:val="00AE4FDD"/>
    <w:rsid w:val="00AF0076"/>
    <w:rsid w:val="00B02B0B"/>
    <w:rsid w:val="00B10F6E"/>
    <w:rsid w:val="00B1793A"/>
    <w:rsid w:val="00B21AF1"/>
    <w:rsid w:val="00B30C5B"/>
    <w:rsid w:val="00B32D3E"/>
    <w:rsid w:val="00B518C1"/>
    <w:rsid w:val="00B5254D"/>
    <w:rsid w:val="00B6456A"/>
    <w:rsid w:val="00B80EF7"/>
    <w:rsid w:val="00BA28D4"/>
    <w:rsid w:val="00BE0C3D"/>
    <w:rsid w:val="00BE3ECF"/>
    <w:rsid w:val="00C137F2"/>
    <w:rsid w:val="00C22FFC"/>
    <w:rsid w:val="00C25083"/>
    <w:rsid w:val="00C444FC"/>
    <w:rsid w:val="00C560DE"/>
    <w:rsid w:val="00C70D2D"/>
    <w:rsid w:val="00CA4C8B"/>
    <w:rsid w:val="00CD74D3"/>
    <w:rsid w:val="00CE6D13"/>
    <w:rsid w:val="00D1128C"/>
    <w:rsid w:val="00D217E4"/>
    <w:rsid w:val="00D221A1"/>
    <w:rsid w:val="00D3495B"/>
    <w:rsid w:val="00D456F8"/>
    <w:rsid w:val="00D56363"/>
    <w:rsid w:val="00D741CA"/>
    <w:rsid w:val="00D74AC3"/>
    <w:rsid w:val="00D92277"/>
    <w:rsid w:val="00D96289"/>
    <w:rsid w:val="00D975ED"/>
    <w:rsid w:val="00DD53F7"/>
    <w:rsid w:val="00DE6C9A"/>
    <w:rsid w:val="00E26A42"/>
    <w:rsid w:val="00E4395B"/>
    <w:rsid w:val="00E67CA3"/>
    <w:rsid w:val="00E7522C"/>
    <w:rsid w:val="00E911C9"/>
    <w:rsid w:val="00E93D4D"/>
    <w:rsid w:val="00EA02AB"/>
    <w:rsid w:val="00EC501D"/>
    <w:rsid w:val="00F008E3"/>
    <w:rsid w:val="00F12796"/>
    <w:rsid w:val="00F30935"/>
    <w:rsid w:val="00F317AA"/>
    <w:rsid w:val="00F534EC"/>
    <w:rsid w:val="00F76EA4"/>
    <w:rsid w:val="00F803DD"/>
    <w:rsid w:val="00FA0C91"/>
    <w:rsid w:val="00FB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5:docId w15:val="{A46C7394-8D71-4C1F-9D47-E284E3A65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713B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57713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57713B"/>
    <w:pPr>
      <w:spacing w:after="120"/>
    </w:pPr>
  </w:style>
  <w:style w:type="paragraph" w:styleId="Seznam">
    <w:name w:val="List"/>
    <w:basedOn w:val="Zkladntext"/>
    <w:rsid w:val="0057713B"/>
    <w:rPr>
      <w:rFonts w:cs="Tahoma"/>
    </w:rPr>
  </w:style>
  <w:style w:type="paragraph" w:customStyle="1" w:styleId="Popisek">
    <w:name w:val="Popisek"/>
    <w:basedOn w:val="Normln"/>
    <w:rsid w:val="0057713B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57713B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57713B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076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0076"/>
    <w:rPr>
      <w:rFonts w:eastAsia="Andale Sans UI"/>
      <w:kern w:val="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A02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02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02AB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02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02AB"/>
    <w:rPr>
      <w:rFonts w:eastAsia="Andale Sans UI"/>
      <w:b/>
      <w:bCs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6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4DC55887</Template>
  <TotalTime>17</TotalTime>
  <Pages>1</Pages>
  <Words>143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Vlášek</dc:creator>
  <cp:lastModifiedBy>Zatloukal Jiří</cp:lastModifiedBy>
  <cp:revision>28</cp:revision>
  <cp:lastPrinted>2012-07-03T10:50:00Z</cp:lastPrinted>
  <dcterms:created xsi:type="dcterms:W3CDTF">2016-03-07T15:09:00Z</dcterms:created>
  <dcterms:modified xsi:type="dcterms:W3CDTF">2023-04-19T07:13:00Z</dcterms:modified>
</cp:coreProperties>
</file>